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3E65C" w14:textId="77777777" w:rsidR="0028694F" w:rsidRDefault="0028694F" w:rsidP="00160F8E"/>
    <w:p w14:paraId="25A94A24" w14:textId="77777777" w:rsidR="006D1681" w:rsidRPr="004C479B" w:rsidRDefault="0039762A" w:rsidP="00160F8E">
      <w:pPr>
        <w:rPr>
          <w:rFonts w:ascii="Arial" w:hAnsi="Arial" w:cs="Arial"/>
          <w:sz w:val="20"/>
          <w:szCs w:val="20"/>
        </w:rPr>
        <w:sectPr w:rsidR="006D1681" w:rsidRPr="004C479B" w:rsidSect="00160F8E">
          <w:headerReference w:type="default" r:id="rId7"/>
          <w:footerReference w:type="default" r:id="rId8"/>
          <w:pgSz w:w="11906" w:h="16838"/>
          <w:pgMar w:top="1418" w:right="851" w:bottom="1418" w:left="1418" w:header="709" w:footer="709" w:gutter="0"/>
          <w:cols w:space="708"/>
          <w:docGrid w:linePitch="360"/>
        </w:sectPr>
      </w:pPr>
      <w:r w:rsidRPr="004C479B">
        <w:rPr>
          <w:rFonts w:ascii="Arial" w:hAnsi="Arial" w:cs="Arial"/>
          <w:sz w:val="20"/>
          <w:szCs w:val="20"/>
        </w:rPr>
        <w:t xml:space="preserve"> </w:t>
      </w:r>
    </w:p>
    <w:p w14:paraId="6A8DFE26" w14:textId="77777777" w:rsidR="00E75FB6" w:rsidRPr="004C479B" w:rsidRDefault="00E75FB6" w:rsidP="00E75FB6">
      <w:pPr>
        <w:jc w:val="center"/>
        <w:rPr>
          <w:rFonts w:ascii="Arial" w:hAnsi="Arial" w:cs="Arial"/>
          <w:b/>
        </w:rPr>
      </w:pPr>
      <w:r w:rsidRPr="004C479B">
        <w:rPr>
          <w:rFonts w:ascii="Arial" w:hAnsi="Arial" w:cs="Arial"/>
          <w:b/>
        </w:rPr>
        <w:t>VLOGA ZA PRIDOBITEV SREDSTEV</w:t>
      </w:r>
    </w:p>
    <w:p w14:paraId="645BE50C" w14:textId="77777777" w:rsidR="00E75FB6" w:rsidRPr="004C479B" w:rsidRDefault="00E75FB6" w:rsidP="00E75FB6">
      <w:pPr>
        <w:jc w:val="center"/>
        <w:rPr>
          <w:rFonts w:ascii="Arial" w:hAnsi="Arial" w:cs="Arial"/>
          <w:b/>
        </w:rPr>
      </w:pPr>
      <w:r w:rsidRPr="004C479B">
        <w:rPr>
          <w:rFonts w:ascii="Arial" w:hAnsi="Arial" w:cs="Arial"/>
          <w:b/>
        </w:rPr>
        <w:t xml:space="preserve">ZA OHRANJANJE IN RAZVOJ KMETIJSTVA TER PODEŽELJA NA OBMOČJU OBČINE MAKOLE ZA LETO </w:t>
      </w:r>
      <w:r w:rsidR="00213571" w:rsidRPr="004C479B">
        <w:rPr>
          <w:rFonts w:ascii="Arial" w:hAnsi="Arial" w:cs="Arial"/>
          <w:b/>
        </w:rPr>
        <w:t>202</w:t>
      </w:r>
      <w:r w:rsidR="00B15357" w:rsidRPr="004C479B">
        <w:rPr>
          <w:rFonts w:ascii="Arial" w:hAnsi="Arial" w:cs="Arial"/>
          <w:b/>
        </w:rPr>
        <w:t>5</w:t>
      </w:r>
    </w:p>
    <w:p w14:paraId="346EF71E" w14:textId="77777777" w:rsidR="00B607B7" w:rsidRPr="004C479B" w:rsidRDefault="00B607B7" w:rsidP="00B607B7">
      <w:pPr>
        <w:jc w:val="both"/>
        <w:rPr>
          <w:rFonts w:ascii="Arial" w:hAnsi="Arial" w:cs="Arial"/>
          <w:sz w:val="20"/>
          <w:szCs w:val="20"/>
        </w:rPr>
      </w:pPr>
    </w:p>
    <w:p w14:paraId="200B1A1C" w14:textId="77777777" w:rsidR="00B607B7" w:rsidRPr="004C479B" w:rsidRDefault="00B607B7" w:rsidP="00B607B7">
      <w:pPr>
        <w:jc w:val="both"/>
        <w:rPr>
          <w:rFonts w:ascii="Arial" w:hAnsi="Arial" w:cs="Arial"/>
          <w:sz w:val="20"/>
          <w:szCs w:val="20"/>
        </w:rPr>
      </w:pPr>
    </w:p>
    <w:p w14:paraId="64F56056" w14:textId="77777777" w:rsidR="0003358F" w:rsidRPr="004C479B" w:rsidRDefault="0003358F" w:rsidP="0003358F">
      <w:pPr>
        <w:rPr>
          <w:rFonts w:ascii="Arial" w:hAnsi="Arial" w:cs="Arial"/>
          <w:b/>
          <w:bCs/>
          <w:color w:val="000000"/>
        </w:rPr>
      </w:pPr>
      <w:r w:rsidRPr="004C479B">
        <w:rPr>
          <w:rFonts w:ascii="Arial" w:hAnsi="Arial" w:cs="Arial"/>
          <w:b/>
          <w:bCs/>
          <w:color w:val="000000"/>
        </w:rPr>
        <w:t xml:space="preserve">UKREP 1: </w:t>
      </w:r>
      <w:r w:rsidR="00E21601" w:rsidRPr="004C479B">
        <w:rPr>
          <w:rFonts w:ascii="Arial" w:hAnsi="Arial" w:cs="Arial"/>
          <w:b/>
          <w:bCs/>
          <w:color w:val="000000"/>
        </w:rPr>
        <w:t>Pomoč za naložbe v kmetijska gospodarstva v zvezi s primarno kmetijsko proizvodnjo (14. člen Uredbe Komisije (EU) št. 2022/2472)</w:t>
      </w:r>
    </w:p>
    <w:p w14:paraId="347DBDFA" w14:textId="77777777" w:rsidR="0003358F" w:rsidRPr="004C479B" w:rsidRDefault="0003358F" w:rsidP="0003358F">
      <w:pPr>
        <w:rPr>
          <w:rFonts w:ascii="Arial" w:hAnsi="Arial" w:cs="Arial"/>
          <w:b/>
          <w:bCs/>
          <w:color w:val="000000"/>
        </w:rPr>
      </w:pPr>
    </w:p>
    <w:p w14:paraId="56EDE787" w14:textId="77777777" w:rsidR="00E21601" w:rsidRPr="004C479B" w:rsidRDefault="00E21601" w:rsidP="00E21601">
      <w:pPr>
        <w:overflowPunct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4C479B">
        <w:rPr>
          <w:rFonts w:ascii="Arial" w:hAnsi="Arial" w:cs="Arial"/>
          <w:b/>
          <w:bCs/>
          <w:sz w:val="20"/>
          <w:szCs w:val="20"/>
        </w:rPr>
        <w:t>Podukrep 1.1:  Posodabljanje kmetijskih gospodarstev</w:t>
      </w:r>
    </w:p>
    <w:p w14:paraId="7FD7F95C" w14:textId="77777777" w:rsidR="00E21601" w:rsidRPr="004C479B" w:rsidRDefault="00E21601" w:rsidP="00E21601">
      <w:pPr>
        <w:overflowPunct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4C479B">
        <w:rPr>
          <w:rFonts w:ascii="Arial" w:hAnsi="Arial" w:cs="Arial"/>
          <w:b/>
          <w:bCs/>
          <w:sz w:val="20"/>
          <w:szCs w:val="20"/>
        </w:rPr>
        <w:t>Podukrep 1.2:  Urejanje kmetijskih zemljišč in pašnikov</w:t>
      </w:r>
    </w:p>
    <w:p w14:paraId="1B863E07" w14:textId="77777777" w:rsidR="0003358F" w:rsidRPr="004C479B" w:rsidRDefault="0003358F" w:rsidP="0003358F">
      <w:pPr>
        <w:pStyle w:val="Default"/>
        <w:jc w:val="both"/>
        <w:rPr>
          <w:rFonts w:ascii="Arial" w:hAnsi="Arial" w:cs="Arial"/>
          <w:b/>
          <w:bCs/>
        </w:rPr>
      </w:pPr>
    </w:p>
    <w:p w14:paraId="080652E9" w14:textId="77777777" w:rsidR="0003358F" w:rsidRPr="004C479B" w:rsidRDefault="0003358F" w:rsidP="0003358F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75A7693E" w14:textId="77777777" w:rsidR="00B607B7" w:rsidRPr="004C479B" w:rsidRDefault="00B607B7" w:rsidP="0003358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b/>
          <w:bCs/>
          <w:sz w:val="22"/>
          <w:szCs w:val="22"/>
        </w:rPr>
        <w:t xml:space="preserve">1. PODATKI O VLAGATELJU </w:t>
      </w:r>
    </w:p>
    <w:p w14:paraId="327D5CFF" w14:textId="77777777" w:rsidR="00B607B7" w:rsidRPr="004C479B" w:rsidRDefault="00B607B7" w:rsidP="00B607B7">
      <w:pPr>
        <w:pStyle w:val="Default"/>
        <w:numPr>
          <w:ilvl w:val="0"/>
          <w:numId w:val="15"/>
        </w:num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0E6564A7" w14:textId="77777777" w:rsidR="00B607B7" w:rsidRPr="004C479B" w:rsidRDefault="00B607B7" w:rsidP="00B607B7">
      <w:pPr>
        <w:pStyle w:val="Default"/>
        <w:numPr>
          <w:ilvl w:val="0"/>
          <w:numId w:val="15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1.1 IME IN PRIIMEK, NASLOV VLAGATELJA____________________________ </w:t>
      </w:r>
    </w:p>
    <w:p w14:paraId="62D30F1E" w14:textId="77777777" w:rsidR="00B607B7" w:rsidRPr="004C479B" w:rsidRDefault="00B607B7" w:rsidP="00B607B7">
      <w:pPr>
        <w:pStyle w:val="Default"/>
        <w:rPr>
          <w:rFonts w:ascii="Arial" w:hAnsi="Arial" w:cs="Arial"/>
          <w:sz w:val="22"/>
          <w:szCs w:val="22"/>
        </w:rPr>
      </w:pPr>
    </w:p>
    <w:p w14:paraId="55F7D16E" w14:textId="77777777" w:rsidR="00B607B7" w:rsidRPr="004C479B" w:rsidRDefault="00B607B7" w:rsidP="00B607B7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1F2A5981" w14:textId="77777777" w:rsidR="00B607B7" w:rsidRPr="004C479B" w:rsidRDefault="00B607B7" w:rsidP="00B607B7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</w:p>
    <w:p w14:paraId="36B87CF6" w14:textId="77777777" w:rsidR="00B607B7" w:rsidRPr="004C479B" w:rsidRDefault="00B607B7" w:rsidP="00B607B7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DAVČNA ŠTEVILKA VLAGATELJA:_____________ </w:t>
      </w:r>
    </w:p>
    <w:p w14:paraId="5E9EADB3" w14:textId="77777777" w:rsidR="00B607B7" w:rsidRPr="004C479B" w:rsidRDefault="00B607B7" w:rsidP="00B607B7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</w:p>
    <w:p w14:paraId="087A9F0C" w14:textId="77777777" w:rsidR="00B607B7" w:rsidRPr="004C479B" w:rsidRDefault="00B607B7" w:rsidP="00B607B7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EMŠO VLAGATELJA _______________ </w:t>
      </w:r>
    </w:p>
    <w:p w14:paraId="63343BDD" w14:textId="77777777" w:rsidR="00B607B7" w:rsidRPr="004C479B" w:rsidRDefault="00B607B7" w:rsidP="00B607B7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</w:p>
    <w:p w14:paraId="65E98970" w14:textId="77777777" w:rsidR="00B607B7" w:rsidRPr="004C479B" w:rsidRDefault="00B607B7" w:rsidP="00B607B7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TEL. ________________  GSM________________ E- MAIL ______________________ </w:t>
      </w:r>
    </w:p>
    <w:p w14:paraId="4B4A8D11" w14:textId="77777777" w:rsidR="00B607B7" w:rsidRPr="004C479B" w:rsidRDefault="00B607B7" w:rsidP="00B607B7">
      <w:pPr>
        <w:pStyle w:val="Default"/>
        <w:rPr>
          <w:rFonts w:ascii="Arial" w:hAnsi="Arial" w:cs="Arial"/>
          <w:sz w:val="22"/>
          <w:szCs w:val="22"/>
        </w:rPr>
      </w:pPr>
    </w:p>
    <w:p w14:paraId="061296ED" w14:textId="77777777" w:rsidR="00B607B7" w:rsidRPr="004C479B" w:rsidRDefault="00B607B7" w:rsidP="00B607B7">
      <w:pPr>
        <w:pStyle w:val="Default"/>
        <w:rPr>
          <w:rFonts w:ascii="Arial" w:hAnsi="Arial" w:cs="Arial"/>
          <w:sz w:val="22"/>
          <w:szCs w:val="22"/>
        </w:rPr>
      </w:pPr>
    </w:p>
    <w:p w14:paraId="1234BC18" w14:textId="77777777" w:rsidR="00B607B7" w:rsidRPr="004C479B" w:rsidRDefault="00B607B7" w:rsidP="00B607B7">
      <w:pPr>
        <w:pStyle w:val="Default"/>
        <w:numPr>
          <w:ilvl w:val="0"/>
          <w:numId w:val="16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1.2 IME IN PRIIMEK LASTNIKA KMETIJE: </w:t>
      </w:r>
    </w:p>
    <w:p w14:paraId="0C20AED4" w14:textId="77777777" w:rsidR="00B607B7" w:rsidRPr="004C479B" w:rsidRDefault="00B607B7" w:rsidP="00B607B7">
      <w:pPr>
        <w:pStyle w:val="Default"/>
        <w:numPr>
          <w:ilvl w:val="0"/>
          <w:numId w:val="16"/>
        </w:num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5CDFA0C7" w14:textId="77777777" w:rsidR="00B607B7" w:rsidRPr="004C479B" w:rsidRDefault="00B607B7" w:rsidP="00B607B7">
      <w:pPr>
        <w:pStyle w:val="Default"/>
        <w:numPr>
          <w:ilvl w:val="0"/>
          <w:numId w:val="16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 DAVČNA ŠTEVILKA____________________ </w:t>
      </w:r>
    </w:p>
    <w:p w14:paraId="0A27E11E" w14:textId="77777777" w:rsidR="00B607B7" w:rsidRPr="004C479B" w:rsidRDefault="00B607B7" w:rsidP="00B607B7">
      <w:pPr>
        <w:pStyle w:val="Default"/>
        <w:rPr>
          <w:rFonts w:ascii="Arial" w:hAnsi="Arial" w:cs="Arial"/>
          <w:sz w:val="22"/>
          <w:szCs w:val="22"/>
        </w:rPr>
      </w:pPr>
    </w:p>
    <w:p w14:paraId="36F3E1D0" w14:textId="77777777" w:rsidR="00B607B7" w:rsidRPr="004C479B" w:rsidRDefault="00B607B7" w:rsidP="00B607B7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 DAVČNA ŠTEVILKA____________________ </w:t>
      </w:r>
    </w:p>
    <w:p w14:paraId="452ABEF4" w14:textId="77777777" w:rsidR="00B607B7" w:rsidRPr="004C479B" w:rsidRDefault="00B607B7" w:rsidP="00B607B7">
      <w:pPr>
        <w:pStyle w:val="Default"/>
        <w:numPr>
          <w:ilvl w:val="0"/>
          <w:numId w:val="17"/>
        </w:num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13EC810B" w14:textId="77777777" w:rsidR="00B607B7" w:rsidRPr="004C479B" w:rsidRDefault="00B607B7" w:rsidP="00B607B7">
      <w:pPr>
        <w:pStyle w:val="Default"/>
        <w:numPr>
          <w:ilvl w:val="0"/>
          <w:numId w:val="17"/>
        </w:num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731F33C6" w14:textId="77777777" w:rsidR="00B607B7" w:rsidRPr="004C479B" w:rsidRDefault="00B607B7" w:rsidP="00B607B7">
      <w:pPr>
        <w:pStyle w:val="Default"/>
        <w:numPr>
          <w:ilvl w:val="0"/>
          <w:numId w:val="17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1.3 SEDEŽ KMETIJSKEGA GOSPODARSTVA ________________________________ </w:t>
      </w:r>
    </w:p>
    <w:p w14:paraId="0F12164A" w14:textId="77777777" w:rsidR="00B607B7" w:rsidRPr="004C479B" w:rsidRDefault="00B607B7" w:rsidP="00B607B7">
      <w:pPr>
        <w:pStyle w:val="Default"/>
        <w:rPr>
          <w:rFonts w:ascii="Arial" w:hAnsi="Arial" w:cs="Arial"/>
          <w:sz w:val="22"/>
          <w:szCs w:val="22"/>
        </w:rPr>
      </w:pPr>
    </w:p>
    <w:p w14:paraId="43EDC2F7" w14:textId="77777777" w:rsidR="00B607B7" w:rsidRPr="004C479B" w:rsidRDefault="00B607B7" w:rsidP="00B607B7">
      <w:pPr>
        <w:pStyle w:val="Default"/>
        <w:numPr>
          <w:ilvl w:val="0"/>
          <w:numId w:val="18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1.4 KMG MID _________________________ </w:t>
      </w:r>
    </w:p>
    <w:p w14:paraId="135D4C69" w14:textId="77777777" w:rsidR="00B607B7" w:rsidRPr="004C479B" w:rsidRDefault="00B607B7" w:rsidP="00B607B7">
      <w:pPr>
        <w:pStyle w:val="Default"/>
        <w:rPr>
          <w:rFonts w:ascii="Arial" w:hAnsi="Arial" w:cs="Arial"/>
          <w:sz w:val="22"/>
          <w:szCs w:val="22"/>
        </w:rPr>
      </w:pPr>
    </w:p>
    <w:p w14:paraId="7D4900FA" w14:textId="77777777" w:rsidR="00B607B7" w:rsidRPr="004C479B" w:rsidRDefault="00B607B7" w:rsidP="00B607B7">
      <w:pPr>
        <w:pStyle w:val="Default"/>
        <w:ind w:firstLine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1.</w:t>
      </w:r>
      <w:r w:rsidR="00E21601" w:rsidRPr="004C479B">
        <w:rPr>
          <w:rFonts w:ascii="Arial" w:hAnsi="Arial" w:cs="Arial"/>
          <w:sz w:val="22"/>
          <w:szCs w:val="22"/>
        </w:rPr>
        <w:t>5</w:t>
      </w:r>
      <w:r w:rsidRPr="004C479B">
        <w:rPr>
          <w:rFonts w:ascii="Arial" w:hAnsi="Arial" w:cs="Arial"/>
          <w:sz w:val="22"/>
          <w:szCs w:val="22"/>
        </w:rPr>
        <w:t xml:space="preserve"> DAVČNI ZAVEZANEC (obkroži): </w:t>
      </w:r>
      <w:r w:rsidRPr="004C479B">
        <w:rPr>
          <w:rFonts w:ascii="Arial" w:hAnsi="Arial" w:cs="Arial"/>
          <w:sz w:val="22"/>
          <w:szCs w:val="22"/>
        </w:rPr>
        <w:tab/>
        <w:t xml:space="preserve">DA </w:t>
      </w:r>
      <w:r w:rsidRPr="004C479B">
        <w:rPr>
          <w:rFonts w:ascii="Arial" w:hAnsi="Arial" w:cs="Arial"/>
          <w:sz w:val="22"/>
          <w:szCs w:val="22"/>
        </w:rPr>
        <w:tab/>
        <w:t xml:space="preserve">NE </w:t>
      </w:r>
    </w:p>
    <w:p w14:paraId="74B776CC" w14:textId="77777777" w:rsidR="00B607B7" w:rsidRPr="004C479B" w:rsidRDefault="00B607B7" w:rsidP="00B607B7">
      <w:pPr>
        <w:pStyle w:val="Default"/>
        <w:ind w:firstLine="360"/>
        <w:jc w:val="both"/>
        <w:rPr>
          <w:rFonts w:ascii="Arial" w:hAnsi="Arial" w:cs="Arial"/>
          <w:sz w:val="22"/>
          <w:szCs w:val="22"/>
        </w:rPr>
      </w:pPr>
    </w:p>
    <w:p w14:paraId="3D55533D" w14:textId="77777777" w:rsidR="00B607B7" w:rsidRPr="004C479B" w:rsidRDefault="00B607B7" w:rsidP="00B607B7">
      <w:pPr>
        <w:pStyle w:val="Default"/>
        <w:ind w:firstLine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1.</w:t>
      </w:r>
      <w:r w:rsidR="00E21601" w:rsidRPr="004C479B">
        <w:rPr>
          <w:rFonts w:ascii="Arial" w:hAnsi="Arial" w:cs="Arial"/>
          <w:sz w:val="22"/>
          <w:szCs w:val="22"/>
        </w:rPr>
        <w:t>6</w:t>
      </w:r>
      <w:r w:rsidRPr="004C479B">
        <w:rPr>
          <w:rFonts w:ascii="Arial" w:hAnsi="Arial" w:cs="Arial"/>
          <w:sz w:val="22"/>
          <w:szCs w:val="22"/>
        </w:rPr>
        <w:t xml:space="preserve"> TRANSAKCIJSKI RAČUN :___________________________________________ </w:t>
      </w:r>
    </w:p>
    <w:p w14:paraId="0D6730FE" w14:textId="77777777" w:rsidR="00B607B7" w:rsidRPr="004C479B" w:rsidRDefault="00B607B7" w:rsidP="00B607B7">
      <w:pPr>
        <w:jc w:val="both"/>
        <w:rPr>
          <w:rFonts w:ascii="Arial" w:hAnsi="Arial" w:cs="Arial"/>
          <w:szCs w:val="20"/>
        </w:rPr>
      </w:pPr>
    </w:p>
    <w:p w14:paraId="4ACF2DFB" w14:textId="77777777" w:rsidR="0003358F" w:rsidRPr="004C479B" w:rsidRDefault="0003358F" w:rsidP="00B607B7">
      <w:pPr>
        <w:jc w:val="both"/>
        <w:rPr>
          <w:rFonts w:ascii="Arial" w:hAnsi="Arial" w:cs="Arial"/>
          <w:szCs w:val="20"/>
        </w:rPr>
      </w:pPr>
    </w:p>
    <w:p w14:paraId="0923C862" w14:textId="77777777" w:rsidR="0003358F" w:rsidRPr="004C479B" w:rsidRDefault="0003358F" w:rsidP="00B607B7">
      <w:pPr>
        <w:jc w:val="both"/>
        <w:rPr>
          <w:rFonts w:ascii="Arial" w:hAnsi="Arial" w:cs="Arial"/>
          <w:szCs w:val="20"/>
        </w:rPr>
      </w:pPr>
    </w:p>
    <w:p w14:paraId="3CCB150B" w14:textId="77777777" w:rsidR="0003358F" w:rsidRPr="004C479B" w:rsidRDefault="0003358F" w:rsidP="00B607B7">
      <w:pPr>
        <w:jc w:val="both"/>
        <w:rPr>
          <w:rFonts w:ascii="Arial" w:hAnsi="Arial" w:cs="Arial"/>
          <w:szCs w:val="20"/>
        </w:rPr>
      </w:pPr>
    </w:p>
    <w:p w14:paraId="55F31EBC" w14:textId="77777777" w:rsidR="00E21601" w:rsidRPr="004C479B" w:rsidRDefault="00E21601" w:rsidP="00B607B7">
      <w:pPr>
        <w:jc w:val="both"/>
        <w:rPr>
          <w:rFonts w:ascii="Arial" w:hAnsi="Arial" w:cs="Arial"/>
          <w:szCs w:val="20"/>
        </w:rPr>
      </w:pPr>
    </w:p>
    <w:p w14:paraId="6AEF0708" w14:textId="77777777" w:rsidR="00E21601" w:rsidRPr="004C479B" w:rsidRDefault="00E21601" w:rsidP="00B607B7">
      <w:pPr>
        <w:jc w:val="both"/>
        <w:rPr>
          <w:rFonts w:ascii="Arial" w:hAnsi="Arial" w:cs="Arial"/>
          <w:szCs w:val="20"/>
        </w:rPr>
      </w:pPr>
    </w:p>
    <w:p w14:paraId="6EEDBDF5" w14:textId="77777777" w:rsidR="0003358F" w:rsidRPr="004C479B" w:rsidRDefault="0003358F" w:rsidP="00B607B7">
      <w:pPr>
        <w:jc w:val="both"/>
        <w:rPr>
          <w:rFonts w:ascii="Arial" w:hAnsi="Arial" w:cs="Arial"/>
          <w:szCs w:val="20"/>
        </w:rPr>
      </w:pPr>
    </w:p>
    <w:p w14:paraId="319D4A2E" w14:textId="77777777" w:rsidR="00B607B7" w:rsidRPr="004C479B" w:rsidRDefault="00B607B7" w:rsidP="00B607B7">
      <w:pPr>
        <w:pStyle w:val="Default"/>
        <w:ind w:firstLine="360"/>
        <w:jc w:val="both"/>
        <w:rPr>
          <w:rFonts w:ascii="Arial" w:hAnsi="Arial" w:cs="Arial"/>
          <w:sz w:val="22"/>
          <w:szCs w:val="22"/>
          <w:u w:val="single"/>
        </w:rPr>
      </w:pPr>
      <w:r w:rsidRPr="004C479B">
        <w:rPr>
          <w:rFonts w:ascii="Arial" w:hAnsi="Arial" w:cs="Arial"/>
          <w:sz w:val="22"/>
          <w:szCs w:val="22"/>
          <w:u w:val="single"/>
        </w:rPr>
        <w:lastRenderedPageBreak/>
        <w:t>1.</w:t>
      </w:r>
      <w:r w:rsidR="00E21601" w:rsidRPr="004C479B">
        <w:rPr>
          <w:rFonts w:ascii="Arial" w:hAnsi="Arial" w:cs="Arial"/>
          <w:sz w:val="22"/>
          <w:szCs w:val="22"/>
          <w:u w:val="single"/>
        </w:rPr>
        <w:t>7</w:t>
      </w:r>
      <w:r w:rsidRPr="004C479B">
        <w:rPr>
          <w:rFonts w:ascii="Arial" w:hAnsi="Arial" w:cs="Arial"/>
          <w:sz w:val="22"/>
          <w:szCs w:val="22"/>
          <w:u w:val="single"/>
        </w:rPr>
        <w:t xml:space="preserve"> NAVEDBA SKUPNIH KMETIJSKIJH POVRŠIN V UPORABI </w:t>
      </w:r>
    </w:p>
    <w:p w14:paraId="7A338905" w14:textId="77777777" w:rsidR="00B607B7" w:rsidRPr="004C479B" w:rsidRDefault="00B607B7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12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303"/>
        <w:gridCol w:w="2303"/>
        <w:gridCol w:w="2091"/>
      </w:tblGrid>
      <w:tr w:rsidR="00B607B7" w:rsidRPr="004C479B" w14:paraId="087712FF" w14:textId="77777777" w:rsidTr="001E09E4">
        <w:tc>
          <w:tcPr>
            <w:tcW w:w="2430" w:type="dxa"/>
            <w:shd w:val="clear" w:color="auto" w:fill="auto"/>
          </w:tcPr>
          <w:p w14:paraId="261C7B81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479B">
              <w:rPr>
                <w:rFonts w:ascii="Arial" w:hAnsi="Arial" w:cs="Arial"/>
                <w:sz w:val="22"/>
                <w:szCs w:val="22"/>
              </w:rPr>
              <w:t>Vrsta površine</w:t>
            </w:r>
          </w:p>
        </w:tc>
        <w:tc>
          <w:tcPr>
            <w:tcW w:w="2303" w:type="dxa"/>
            <w:shd w:val="clear" w:color="auto" w:fill="auto"/>
          </w:tcPr>
          <w:p w14:paraId="2DBAD2EA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479B">
              <w:rPr>
                <w:rFonts w:ascii="Arial" w:hAnsi="Arial" w:cs="Arial"/>
                <w:sz w:val="22"/>
                <w:szCs w:val="22"/>
              </w:rPr>
              <w:t>V lasti v ha</w:t>
            </w:r>
          </w:p>
        </w:tc>
        <w:tc>
          <w:tcPr>
            <w:tcW w:w="2303" w:type="dxa"/>
            <w:shd w:val="clear" w:color="auto" w:fill="auto"/>
          </w:tcPr>
          <w:p w14:paraId="733A26AF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479B">
              <w:rPr>
                <w:rFonts w:ascii="Arial" w:hAnsi="Arial" w:cs="Arial"/>
                <w:sz w:val="22"/>
                <w:szCs w:val="22"/>
              </w:rPr>
              <w:t>V najemu v ha</w:t>
            </w:r>
          </w:p>
        </w:tc>
        <w:tc>
          <w:tcPr>
            <w:tcW w:w="2091" w:type="dxa"/>
            <w:shd w:val="clear" w:color="auto" w:fill="auto"/>
          </w:tcPr>
          <w:p w14:paraId="18EAF2F3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479B">
              <w:rPr>
                <w:rFonts w:ascii="Arial" w:hAnsi="Arial" w:cs="Arial"/>
                <w:sz w:val="22"/>
                <w:szCs w:val="22"/>
              </w:rPr>
              <w:t>SKUPAJ</w:t>
            </w:r>
          </w:p>
        </w:tc>
      </w:tr>
      <w:tr w:rsidR="00B607B7" w:rsidRPr="004C479B" w14:paraId="4F5912A5" w14:textId="77777777" w:rsidTr="001E09E4">
        <w:tc>
          <w:tcPr>
            <w:tcW w:w="2430" w:type="dxa"/>
            <w:shd w:val="clear" w:color="auto" w:fill="auto"/>
          </w:tcPr>
          <w:p w14:paraId="5B207563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479B">
              <w:rPr>
                <w:rFonts w:ascii="Arial" w:hAnsi="Arial" w:cs="Arial"/>
                <w:sz w:val="22"/>
                <w:szCs w:val="22"/>
              </w:rPr>
              <w:t>Njive</w:t>
            </w:r>
          </w:p>
        </w:tc>
        <w:tc>
          <w:tcPr>
            <w:tcW w:w="2303" w:type="dxa"/>
            <w:shd w:val="clear" w:color="auto" w:fill="auto"/>
          </w:tcPr>
          <w:p w14:paraId="07442C03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D5928C8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407E7B9D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07B7" w:rsidRPr="004C479B" w14:paraId="5B7FD2EB" w14:textId="77777777" w:rsidTr="001E09E4">
        <w:tc>
          <w:tcPr>
            <w:tcW w:w="2430" w:type="dxa"/>
            <w:shd w:val="clear" w:color="auto" w:fill="auto"/>
          </w:tcPr>
          <w:p w14:paraId="272D3143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479B">
              <w:rPr>
                <w:rFonts w:ascii="Arial" w:hAnsi="Arial" w:cs="Arial"/>
                <w:sz w:val="22"/>
                <w:szCs w:val="22"/>
              </w:rPr>
              <w:t>Travniki</w:t>
            </w:r>
          </w:p>
        </w:tc>
        <w:tc>
          <w:tcPr>
            <w:tcW w:w="2303" w:type="dxa"/>
            <w:shd w:val="clear" w:color="auto" w:fill="auto"/>
          </w:tcPr>
          <w:p w14:paraId="0BC7B1B5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06F9227B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1EAC853A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07B7" w:rsidRPr="004C479B" w14:paraId="29A85671" w14:textId="77777777" w:rsidTr="001E09E4">
        <w:tc>
          <w:tcPr>
            <w:tcW w:w="2430" w:type="dxa"/>
            <w:shd w:val="clear" w:color="auto" w:fill="auto"/>
          </w:tcPr>
          <w:p w14:paraId="51CB5AD6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479B">
              <w:rPr>
                <w:rFonts w:ascii="Arial" w:hAnsi="Arial" w:cs="Arial"/>
                <w:sz w:val="22"/>
                <w:szCs w:val="22"/>
              </w:rPr>
              <w:t>Sadovnjaki, vinogradi</w:t>
            </w:r>
          </w:p>
        </w:tc>
        <w:tc>
          <w:tcPr>
            <w:tcW w:w="2303" w:type="dxa"/>
            <w:shd w:val="clear" w:color="auto" w:fill="auto"/>
          </w:tcPr>
          <w:p w14:paraId="016898F1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4BFF6D2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36CA2A4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07B7" w:rsidRPr="004C479B" w14:paraId="6FBA797D" w14:textId="77777777" w:rsidTr="001E09E4">
        <w:tc>
          <w:tcPr>
            <w:tcW w:w="2430" w:type="dxa"/>
            <w:shd w:val="clear" w:color="auto" w:fill="auto"/>
          </w:tcPr>
          <w:p w14:paraId="3A08FBA7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479B">
              <w:rPr>
                <w:rFonts w:ascii="Arial" w:hAnsi="Arial" w:cs="Arial"/>
                <w:sz w:val="22"/>
                <w:szCs w:val="22"/>
              </w:rPr>
              <w:t>Gozdovi</w:t>
            </w:r>
          </w:p>
        </w:tc>
        <w:tc>
          <w:tcPr>
            <w:tcW w:w="2303" w:type="dxa"/>
            <w:shd w:val="clear" w:color="auto" w:fill="auto"/>
          </w:tcPr>
          <w:p w14:paraId="05AAFDE7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0BDB3E4B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1" w:type="dxa"/>
            <w:shd w:val="clear" w:color="auto" w:fill="auto"/>
          </w:tcPr>
          <w:p w14:paraId="74F17FA3" w14:textId="77777777" w:rsidR="00B607B7" w:rsidRPr="004C479B" w:rsidRDefault="00B607B7" w:rsidP="001E09E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D39231" w14:textId="77777777" w:rsidR="0003358F" w:rsidRPr="004C479B" w:rsidRDefault="0003358F" w:rsidP="00B607B7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529C3D4A" w14:textId="77777777" w:rsidR="00E21601" w:rsidRPr="004C479B" w:rsidRDefault="00E21601" w:rsidP="00B607B7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4EE81167" w14:textId="77777777" w:rsidR="00E21601" w:rsidRPr="004C479B" w:rsidRDefault="00E21601" w:rsidP="00B607B7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37F08E3C" w14:textId="77777777" w:rsidR="00E21601" w:rsidRPr="004C479B" w:rsidRDefault="00E21601" w:rsidP="00B607B7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228D6A44" w14:textId="77777777" w:rsidR="00B607B7" w:rsidRPr="004C479B" w:rsidRDefault="00B607B7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b/>
          <w:bCs/>
          <w:sz w:val="22"/>
          <w:szCs w:val="22"/>
        </w:rPr>
        <w:t xml:space="preserve">2. OSNOVNI PODATKI O </w:t>
      </w:r>
      <w:r w:rsidR="00BC3BE3" w:rsidRPr="004C479B">
        <w:rPr>
          <w:rFonts w:ascii="Arial" w:hAnsi="Arial" w:cs="Arial"/>
          <w:b/>
          <w:bCs/>
          <w:sz w:val="22"/>
          <w:szCs w:val="22"/>
        </w:rPr>
        <w:t>NALOŽB</w:t>
      </w:r>
      <w:r w:rsidRPr="004C479B">
        <w:rPr>
          <w:rFonts w:ascii="Arial" w:hAnsi="Arial" w:cs="Arial"/>
          <w:b/>
          <w:bCs/>
          <w:sz w:val="22"/>
          <w:szCs w:val="22"/>
        </w:rPr>
        <w:t xml:space="preserve">I </w:t>
      </w:r>
    </w:p>
    <w:p w14:paraId="26327DB5" w14:textId="77777777" w:rsidR="00BC3BE3" w:rsidRPr="004C479B" w:rsidRDefault="00BC3BE3" w:rsidP="00BC3BE3">
      <w:pPr>
        <w:pStyle w:val="Default"/>
        <w:jc w:val="both"/>
        <w:rPr>
          <w:rFonts w:ascii="Arial" w:hAnsi="Arial" w:cs="Arial"/>
          <w:sz w:val="22"/>
          <w:szCs w:val="22"/>
          <w:u w:val="single"/>
        </w:rPr>
      </w:pPr>
    </w:p>
    <w:p w14:paraId="7A0D5BC5" w14:textId="77777777" w:rsidR="00B607B7" w:rsidRPr="004C479B" w:rsidRDefault="00B607B7" w:rsidP="00BC3BE3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4C479B">
        <w:rPr>
          <w:rFonts w:ascii="Arial" w:hAnsi="Arial" w:cs="Arial"/>
          <w:b/>
          <w:sz w:val="22"/>
          <w:szCs w:val="22"/>
        </w:rPr>
        <w:t xml:space="preserve">2.1 VRSTA </w:t>
      </w:r>
      <w:r w:rsidR="00BC3BE3" w:rsidRPr="004C479B">
        <w:rPr>
          <w:rFonts w:ascii="Arial" w:hAnsi="Arial" w:cs="Arial"/>
          <w:b/>
          <w:sz w:val="22"/>
          <w:szCs w:val="22"/>
        </w:rPr>
        <w:t>NALOŽB</w:t>
      </w:r>
      <w:r w:rsidRPr="004C479B">
        <w:rPr>
          <w:rFonts w:ascii="Arial" w:hAnsi="Arial" w:cs="Arial"/>
          <w:b/>
          <w:sz w:val="22"/>
          <w:szCs w:val="22"/>
        </w:rPr>
        <w:t xml:space="preserve">E </w:t>
      </w:r>
    </w:p>
    <w:p w14:paraId="6D869EA8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0818A3E" w14:textId="77777777" w:rsidR="00B607B7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  <w:u w:val="single"/>
        </w:rPr>
      </w:pPr>
      <w:r w:rsidRPr="004C479B">
        <w:rPr>
          <w:rFonts w:ascii="Arial" w:hAnsi="Arial" w:cs="Arial"/>
          <w:sz w:val="22"/>
          <w:szCs w:val="22"/>
        </w:rPr>
        <w:t xml:space="preserve">Naziv naložbe: </w:t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</w:p>
    <w:p w14:paraId="64A14610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A09AFFA" w14:textId="77777777" w:rsidR="00E21601" w:rsidRPr="004C479B" w:rsidRDefault="00E21601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0B0CD56" w14:textId="77777777" w:rsidR="00E21601" w:rsidRPr="004C479B" w:rsidRDefault="00E21601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Naložba spada pod (obkroži)</w:t>
      </w:r>
    </w:p>
    <w:p w14:paraId="19C2029C" w14:textId="77777777" w:rsidR="00E21601" w:rsidRPr="004C479B" w:rsidRDefault="00E21601" w:rsidP="00E21601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EACE26" w14:textId="77777777" w:rsidR="00E21601" w:rsidRPr="004C479B" w:rsidRDefault="00E21601" w:rsidP="00E21601">
      <w:pPr>
        <w:pStyle w:val="Odstavekseznama"/>
        <w:numPr>
          <w:ilvl w:val="0"/>
          <w:numId w:val="33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83412685"/>
      <w:r w:rsidRPr="004C479B">
        <w:rPr>
          <w:rFonts w:ascii="Arial" w:hAnsi="Arial" w:cs="Arial"/>
          <w:b/>
          <w:bCs/>
          <w:sz w:val="20"/>
          <w:szCs w:val="20"/>
        </w:rPr>
        <w:t>Podukrep 1.1:  Posodabljanje kmetijskih gospodarstev</w:t>
      </w:r>
    </w:p>
    <w:p w14:paraId="44F364FA" w14:textId="77777777" w:rsidR="00E21601" w:rsidRPr="004C479B" w:rsidRDefault="00E21601" w:rsidP="00E21601">
      <w:pPr>
        <w:pStyle w:val="Odstavekseznama"/>
        <w:numPr>
          <w:ilvl w:val="0"/>
          <w:numId w:val="33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479B">
        <w:rPr>
          <w:rFonts w:ascii="Arial" w:hAnsi="Arial" w:cs="Arial"/>
          <w:b/>
          <w:bCs/>
          <w:sz w:val="20"/>
          <w:szCs w:val="20"/>
        </w:rPr>
        <w:t>Podukrep 1.2:  Urejanje kmetijskih zemljišč in pašnikov</w:t>
      </w:r>
    </w:p>
    <w:bookmarkEnd w:id="0"/>
    <w:p w14:paraId="4875B2D2" w14:textId="77777777" w:rsidR="00E21601" w:rsidRPr="004C479B" w:rsidRDefault="00E21601" w:rsidP="00E21601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5A009F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5D6C7E7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Lokacija nalož</w:t>
      </w:r>
      <w:r w:rsidR="00E21601" w:rsidRPr="004C479B">
        <w:rPr>
          <w:rFonts w:ascii="Arial" w:hAnsi="Arial" w:cs="Arial"/>
          <w:sz w:val="22"/>
          <w:szCs w:val="22"/>
        </w:rPr>
        <w:t>b</w:t>
      </w:r>
      <w:r w:rsidRPr="004C479B">
        <w:rPr>
          <w:rFonts w:ascii="Arial" w:hAnsi="Arial" w:cs="Arial"/>
          <w:sz w:val="22"/>
          <w:szCs w:val="22"/>
        </w:rPr>
        <w:t>e:</w:t>
      </w:r>
    </w:p>
    <w:p w14:paraId="3BBFB139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3FEBC69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  <w:u w:val="single"/>
        </w:rPr>
      </w:pPr>
      <w:r w:rsidRPr="004C479B">
        <w:rPr>
          <w:rFonts w:ascii="Arial" w:hAnsi="Arial" w:cs="Arial"/>
          <w:sz w:val="22"/>
          <w:szCs w:val="22"/>
        </w:rPr>
        <w:t xml:space="preserve">Kraj oz. naslov lokacije naložbe:  </w:t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</w:p>
    <w:p w14:paraId="1E8EE6C8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(če gre za naložbe v stroje, se navede stalno prebivališče oz. sedež vlagatelja)</w:t>
      </w:r>
    </w:p>
    <w:p w14:paraId="6B3849F1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97980BC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  <w:u w:val="single"/>
        </w:rPr>
      </w:pPr>
      <w:r w:rsidRPr="004C479B">
        <w:rPr>
          <w:rFonts w:ascii="Arial" w:hAnsi="Arial" w:cs="Arial"/>
          <w:sz w:val="22"/>
          <w:szCs w:val="22"/>
        </w:rPr>
        <w:t xml:space="preserve">Parcelna številka: </w:t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</w:rPr>
        <w:tab/>
        <w:t>Katastrska občina:</w:t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</w:p>
    <w:p w14:paraId="754C9292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59FE8EC" w14:textId="77777777" w:rsidR="00E21601" w:rsidRPr="004C479B" w:rsidRDefault="00E21601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2B75F35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Načrtovan terminski plan</w:t>
      </w:r>
    </w:p>
    <w:p w14:paraId="3FCC33F1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  <w:u w:val="single"/>
        </w:rPr>
      </w:pPr>
      <w:r w:rsidRPr="004C479B">
        <w:rPr>
          <w:rFonts w:ascii="Arial" w:hAnsi="Arial" w:cs="Arial"/>
          <w:sz w:val="22"/>
          <w:szCs w:val="22"/>
        </w:rPr>
        <w:t>Začetek izvajanja naložbe (mesec/leto):</w:t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</w:p>
    <w:p w14:paraId="17F18D87" w14:textId="77777777" w:rsidR="00BC3BE3" w:rsidRPr="004C479B" w:rsidRDefault="00BC3BE3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8CF39E1" w14:textId="77777777" w:rsidR="00BC3BE3" w:rsidRPr="004C479B" w:rsidRDefault="00BC3BE3" w:rsidP="00BC3BE3">
      <w:pPr>
        <w:pStyle w:val="Default"/>
        <w:jc w:val="both"/>
        <w:rPr>
          <w:rFonts w:ascii="Arial" w:hAnsi="Arial" w:cs="Arial"/>
          <w:sz w:val="22"/>
          <w:szCs w:val="22"/>
          <w:u w:val="single"/>
        </w:rPr>
      </w:pPr>
      <w:r w:rsidRPr="004C479B">
        <w:rPr>
          <w:rFonts w:ascii="Arial" w:hAnsi="Arial" w:cs="Arial"/>
          <w:sz w:val="22"/>
          <w:szCs w:val="22"/>
        </w:rPr>
        <w:t>Konec izvajanja naložbe (mesec/leto):</w:t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  <w:r w:rsidRPr="004C479B">
        <w:rPr>
          <w:rFonts w:ascii="Arial" w:hAnsi="Arial" w:cs="Arial"/>
          <w:sz w:val="22"/>
          <w:szCs w:val="22"/>
          <w:u w:val="single"/>
        </w:rPr>
        <w:tab/>
      </w:r>
    </w:p>
    <w:p w14:paraId="30EC2B4E" w14:textId="77777777" w:rsidR="00BC3BE3" w:rsidRPr="004C479B" w:rsidRDefault="00BC3BE3" w:rsidP="00E21601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F461C82" w14:textId="77777777" w:rsidR="00BC3BE3" w:rsidRPr="004C479B" w:rsidRDefault="00BC3BE3" w:rsidP="00BC3BE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b/>
          <w:bCs/>
          <w:sz w:val="22"/>
          <w:szCs w:val="22"/>
        </w:rPr>
        <w:t xml:space="preserve">2.2 OPIS naložbe (na kratko opišite vrsto in namen naložbe) </w:t>
      </w:r>
    </w:p>
    <w:p w14:paraId="6FC0AADF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4D6832C2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31701F29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356823D7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7733AE91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14BCEB1D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2E946385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0DBAB0B3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4E196C2A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40575662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7199C03F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32711824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37B7DC3E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23891516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5CFAA94F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</w:p>
    <w:p w14:paraId="173E1E02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4511F231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5C8515DE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78A4DE34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67ED7B0E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1C96C631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5F3E142D" w14:textId="77777777" w:rsidR="00BC3BE3" w:rsidRPr="004C479B" w:rsidRDefault="00BC3BE3" w:rsidP="00BC3BE3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____________________________________________________________________ </w:t>
      </w:r>
    </w:p>
    <w:p w14:paraId="6B98DC09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623E2F5E" w14:textId="77777777" w:rsidR="00BC3BE3" w:rsidRPr="004C479B" w:rsidRDefault="00BC3BE3" w:rsidP="00BC3BE3">
      <w:pPr>
        <w:jc w:val="both"/>
        <w:rPr>
          <w:rFonts w:ascii="Arial" w:hAnsi="Arial" w:cs="Arial"/>
          <w:szCs w:val="20"/>
        </w:rPr>
      </w:pPr>
    </w:p>
    <w:p w14:paraId="06AC0AC9" w14:textId="77777777" w:rsidR="00B607B7" w:rsidRPr="004C479B" w:rsidRDefault="00B607B7" w:rsidP="00B607B7">
      <w:pPr>
        <w:pStyle w:val="Default"/>
        <w:ind w:left="360"/>
        <w:jc w:val="both"/>
        <w:rPr>
          <w:rFonts w:ascii="Arial" w:hAnsi="Arial" w:cs="Arial"/>
          <w:sz w:val="22"/>
          <w:szCs w:val="22"/>
          <w:u w:val="single"/>
        </w:rPr>
      </w:pPr>
    </w:p>
    <w:p w14:paraId="11266823" w14:textId="77777777" w:rsidR="00B607B7" w:rsidRPr="004C479B" w:rsidRDefault="00B607B7" w:rsidP="00BC3BE3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4C479B">
        <w:rPr>
          <w:rFonts w:ascii="Arial" w:hAnsi="Arial" w:cs="Arial"/>
          <w:b/>
          <w:sz w:val="22"/>
          <w:szCs w:val="22"/>
        </w:rPr>
        <w:t>2.</w:t>
      </w:r>
      <w:r w:rsidR="00BC3BE3" w:rsidRPr="004C479B">
        <w:rPr>
          <w:rFonts w:ascii="Arial" w:hAnsi="Arial" w:cs="Arial"/>
          <w:b/>
          <w:sz w:val="22"/>
          <w:szCs w:val="22"/>
        </w:rPr>
        <w:t>4</w:t>
      </w:r>
      <w:r w:rsidRPr="004C479B">
        <w:rPr>
          <w:rFonts w:ascii="Arial" w:hAnsi="Arial" w:cs="Arial"/>
          <w:b/>
          <w:sz w:val="22"/>
          <w:szCs w:val="22"/>
        </w:rPr>
        <w:t xml:space="preserve">. VIŠINA </w:t>
      </w:r>
      <w:r w:rsidR="00BC3BE3" w:rsidRPr="004C479B">
        <w:rPr>
          <w:rFonts w:ascii="Arial" w:hAnsi="Arial" w:cs="Arial"/>
          <w:b/>
          <w:sz w:val="22"/>
          <w:szCs w:val="22"/>
        </w:rPr>
        <w:t>naložbe</w:t>
      </w:r>
      <w:r w:rsidRPr="004C479B">
        <w:rPr>
          <w:rFonts w:ascii="Arial" w:hAnsi="Arial" w:cs="Arial"/>
          <w:b/>
          <w:sz w:val="22"/>
          <w:szCs w:val="22"/>
        </w:rPr>
        <w:t xml:space="preserve"> </w:t>
      </w:r>
      <w:r w:rsidR="00BC3BE3" w:rsidRPr="004C479B">
        <w:rPr>
          <w:rFonts w:ascii="Arial" w:hAnsi="Arial" w:cs="Arial"/>
          <w:b/>
          <w:sz w:val="22"/>
          <w:szCs w:val="22"/>
        </w:rPr>
        <w:t>(za vsako aktivnost priložite predračune ali ponudbe)</w:t>
      </w:r>
    </w:p>
    <w:p w14:paraId="0975B327" w14:textId="77777777" w:rsidR="00B607B7" w:rsidRPr="004C479B" w:rsidRDefault="00B607B7" w:rsidP="00B607B7">
      <w:pPr>
        <w:pStyle w:val="Default"/>
        <w:numPr>
          <w:ilvl w:val="0"/>
          <w:numId w:val="20"/>
        </w:numPr>
        <w:ind w:left="1060" w:hanging="700"/>
        <w:jc w:val="both"/>
        <w:rPr>
          <w:rFonts w:ascii="Arial" w:hAnsi="Arial" w:cs="Arial"/>
          <w:sz w:val="22"/>
          <w:szCs w:val="22"/>
        </w:rPr>
      </w:pPr>
    </w:p>
    <w:p w14:paraId="036687A2" w14:textId="77777777" w:rsidR="00B607B7" w:rsidRPr="004C479B" w:rsidRDefault="00B607B7" w:rsidP="00B607B7">
      <w:pPr>
        <w:pStyle w:val="Default"/>
        <w:ind w:left="360" w:firstLine="348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AKTIVNOST</w:t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  <w:t xml:space="preserve">        ZNESEK (v EUR)</w:t>
      </w:r>
    </w:p>
    <w:p w14:paraId="0F6E08A1" w14:textId="77777777" w:rsidR="00B607B7" w:rsidRPr="004C479B" w:rsidRDefault="00B607B7" w:rsidP="00B607B7">
      <w:pPr>
        <w:jc w:val="both"/>
        <w:rPr>
          <w:rFonts w:ascii="Arial" w:hAnsi="Arial" w:cs="Arial"/>
          <w:szCs w:val="20"/>
        </w:rPr>
      </w:pPr>
    </w:p>
    <w:p w14:paraId="0B4DB380" w14:textId="77777777" w:rsidR="00B607B7" w:rsidRPr="004C479B" w:rsidRDefault="00B607B7" w:rsidP="00B607B7">
      <w:pPr>
        <w:pStyle w:val="Default"/>
        <w:numPr>
          <w:ilvl w:val="0"/>
          <w:numId w:val="16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 </w:t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  <w:t xml:space="preserve">____________________ </w:t>
      </w:r>
    </w:p>
    <w:p w14:paraId="3EEBF304" w14:textId="77777777" w:rsidR="00B607B7" w:rsidRPr="004C479B" w:rsidRDefault="00B607B7" w:rsidP="00B607B7">
      <w:pPr>
        <w:jc w:val="both"/>
        <w:rPr>
          <w:rFonts w:ascii="Arial" w:hAnsi="Arial" w:cs="Arial"/>
          <w:szCs w:val="20"/>
        </w:rPr>
      </w:pPr>
    </w:p>
    <w:p w14:paraId="7CD6BF29" w14:textId="77777777" w:rsidR="00B607B7" w:rsidRPr="004C479B" w:rsidRDefault="00B607B7" w:rsidP="00B607B7">
      <w:pPr>
        <w:pStyle w:val="Default"/>
        <w:numPr>
          <w:ilvl w:val="0"/>
          <w:numId w:val="16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 </w:t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  <w:t xml:space="preserve">____________________ </w:t>
      </w:r>
    </w:p>
    <w:p w14:paraId="55707883" w14:textId="77777777" w:rsidR="00B607B7" w:rsidRPr="004C479B" w:rsidRDefault="00B607B7" w:rsidP="00B607B7">
      <w:pPr>
        <w:jc w:val="both"/>
        <w:rPr>
          <w:rFonts w:ascii="Arial" w:hAnsi="Arial" w:cs="Arial"/>
          <w:szCs w:val="20"/>
        </w:rPr>
      </w:pPr>
    </w:p>
    <w:p w14:paraId="56CC13BA" w14:textId="77777777" w:rsidR="00B607B7" w:rsidRPr="004C479B" w:rsidRDefault="00B607B7" w:rsidP="00B607B7">
      <w:pPr>
        <w:pStyle w:val="Default"/>
        <w:numPr>
          <w:ilvl w:val="0"/>
          <w:numId w:val="16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 </w:t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  <w:t xml:space="preserve">____________________ </w:t>
      </w:r>
    </w:p>
    <w:p w14:paraId="6E1DB41D" w14:textId="77777777" w:rsidR="00B607B7" w:rsidRPr="004C479B" w:rsidRDefault="00B607B7" w:rsidP="00B607B7">
      <w:pPr>
        <w:pStyle w:val="Default"/>
        <w:numPr>
          <w:ilvl w:val="0"/>
          <w:numId w:val="16"/>
        </w:num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0493ABCF" w14:textId="77777777" w:rsidR="00B607B7" w:rsidRPr="004C479B" w:rsidRDefault="00B607B7" w:rsidP="00B607B7">
      <w:pPr>
        <w:pStyle w:val="Default"/>
        <w:numPr>
          <w:ilvl w:val="0"/>
          <w:numId w:val="16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 </w:t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  <w:t xml:space="preserve">____________________ </w:t>
      </w:r>
    </w:p>
    <w:p w14:paraId="3032CDA3" w14:textId="77777777" w:rsidR="00B607B7" w:rsidRPr="004C479B" w:rsidRDefault="00B607B7" w:rsidP="00B607B7">
      <w:pPr>
        <w:jc w:val="both"/>
        <w:rPr>
          <w:rFonts w:ascii="Arial" w:hAnsi="Arial" w:cs="Arial"/>
          <w:szCs w:val="20"/>
        </w:rPr>
      </w:pPr>
    </w:p>
    <w:p w14:paraId="2807AADA" w14:textId="77777777" w:rsidR="00B607B7" w:rsidRPr="004C479B" w:rsidRDefault="00B607B7" w:rsidP="00B607B7">
      <w:pPr>
        <w:pStyle w:val="Default"/>
        <w:numPr>
          <w:ilvl w:val="0"/>
          <w:numId w:val="16"/>
        </w:numPr>
        <w:ind w:left="360" w:hanging="36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_________________________ </w:t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</w:r>
      <w:r w:rsidRPr="004C479B">
        <w:rPr>
          <w:rFonts w:ascii="Arial" w:hAnsi="Arial" w:cs="Arial"/>
          <w:sz w:val="22"/>
          <w:szCs w:val="22"/>
        </w:rPr>
        <w:tab/>
        <w:t xml:space="preserve">____________________ </w:t>
      </w:r>
    </w:p>
    <w:p w14:paraId="49322F5B" w14:textId="77777777" w:rsidR="00B607B7" w:rsidRPr="004C479B" w:rsidRDefault="00B607B7" w:rsidP="00B607B7">
      <w:pPr>
        <w:jc w:val="both"/>
        <w:rPr>
          <w:rFonts w:ascii="Arial" w:hAnsi="Arial" w:cs="Arial"/>
          <w:szCs w:val="20"/>
        </w:rPr>
      </w:pPr>
    </w:p>
    <w:p w14:paraId="254F9ECF" w14:textId="77777777" w:rsidR="00B607B7" w:rsidRPr="004C479B" w:rsidRDefault="00B607B7" w:rsidP="00B607B7">
      <w:pPr>
        <w:jc w:val="both"/>
        <w:rPr>
          <w:rFonts w:ascii="Arial" w:hAnsi="Arial" w:cs="Arial"/>
          <w:szCs w:val="20"/>
        </w:rPr>
      </w:pPr>
    </w:p>
    <w:p w14:paraId="7A8C427D" w14:textId="77777777" w:rsidR="00B607B7" w:rsidRPr="004C479B" w:rsidRDefault="00B607B7" w:rsidP="00B607B7">
      <w:pPr>
        <w:jc w:val="both"/>
        <w:rPr>
          <w:rFonts w:ascii="Arial" w:hAnsi="Arial" w:cs="Arial"/>
          <w:szCs w:val="20"/>
        </w:rPr>
      </w:pPr>
    </w:p>
    <w:p w14:paraId="71DFA6B3" w14:textId="77777777" w:rsidR="00B607B7" w:rsidRPr="004C479B" w:rsidRDefault="00B607B7" w:rsidP="00E21601">
      <w:pPr>
        <w:ind w:left="1416"/>
        <w:jc w:val="both"/>
        <w:rPr>
          <w:rFonts w:ascii="Arial" w:hAnsi="Arial" w:cs="Arial"/>
          <w:szCs w:val="20"/>
        </w:rPr>
      </w:pPr>
      <w:r w:rsidRPr="004C479B">
        <w:rPr>
          <w:rFonts w:ascii="Arial" w:hAnsi="Arial" w:cs="Arial"/>
          <w:szCs w:val="20"/>
        </w:rPr>
        <w:t>SKUPAJ</w:t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 w:val="22"/>
          <w:szCs w:val="22"/>
        </w:rPr>
        <w:t>____________________</w:t>
      </w:r>
      <w:r w:rsidRPr="004C479B">
        <w:rPr>
          <w:rFonts w:ascii="Arial" w:hAnsi="Arial" w:cs="Arial"/>
          <w:szCs w:val="20"/>
        </w:rPr>
        <w:tab/>
      </w:r>
    </w:p>
    <w:p w14:paraId="2C0B1372" w14:textId="77777777" w:rsidR="00BC3BE3" w:rsidRPr="004C479B" w:rsidRDefault="00BC3BE3" w:rsidP="00B607B7">
      <w:pPr>
        <w:jc w:val="both"/>
        <w:rPr>
          <w:rFonts w:ascii="Arial" w:hAnsi="Arial" w:cs="Arial"/>
          <w:szCs w:val="20"/>
        </w:rPr>
      </w:pPr>
    </w:p>
    <w:p w14:paraId="3FF5BDFA" w14:textId="77777777" w:rsidR="00B607B7" w:rsidRPr="004C479B" w:rsidRDefault="00B607B7" w:rsidP="00B607B7">
      <w:pPr>
        <w:jc w:val="both"/>
        <w:rPr>
          <w:rFonts w:ascii="Arial" w:hAnsi="Arial" w:cs="Arial"/>
          <w:szCs w:val="20"/>
        </w:rPr>
      </w:pPr>
    </w:p>
    <w:p w14:paraId="5185F730" w14:textId="77777777" w:rsidR="00E21601" w:rsidRPr="004C479B" w:rsidRDefault="00E21601" w:rsidP="00B607B7">
      <w:pPr>
        <w:jc w:val="both"/>
        <w:rPr>
          <w:rFonts w:ascii="Arial" w:hAnsi="Arial" w:cs="Arial"/>
          <w:szCs w:val="20"/>
        </w:rPr>
      </w:pPr>
    </w:p>
    <w:p w14:paraId="1B68BE56" w14:textId="77777777" w:rsidR="00BC3BE3" w:rsidRPr="004C479B" w:rsidRDefault="00BC3BE3" w:rsidP="00B607B7">
      <w:pPr>
        <w:jc w:val="both"/>
        <w:rPr>
          <w:rFonts w:ascii="Arial" w:hAnsi="Arial" w:cs="Arial"/>
          <w:b/>
          <w:szCs w:val="20"/>
        </w:rPr>
      </w:pPr>
      <w:r w:rsidRPr="004C479B">
        <w:rPr>
          <w:rFonts w:ascii="Arial" w:hAnsi="Arial" w:cs="Arial"/>
          <w:b/>
          <w:szCs w:val="20"/>
        </w:rPr>
        <w:t>2.5 FINANČNA KONSTRUKCIJA</w:t>
      </w:r>
    </w:p>
    <w:p w14:paraId="1C5AB12D" w14:textId="77777777" w:rsidR="00A030B6" w:rsidRPr="004C479B" w:rsidRDefault="00A030B6" w:rsidP="00A030B6">
      <w:pPr>
        <w:pStyle w:val="Default"/>
        <w:ind w:left="360" w:firstLine="348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 w:val="22"/>
          <w:szCs w:val="22"/>
        </w:rPr>
        <w:t>ZNESEK (v EUR)</w:t>
      </w:r>
    </w:p>
    <w:p w14:paraId="5E4BCD35" w14:textId="77777777" w:rsidR="00BC3BE3" w:rsidRPr="004C479B" w:rsidRDefault="00BC3BE3" w:rsidP="00B607B7">
      <w:pPr>
        <w:jc w:val="both"/>
        <w:rPr>
          <w:rFonts w:ascii="Arial" w:hAnsi="Arial" w:cs="Arial"/>
          <w:szCs w:val="20"/>
        </w:rPr>
      </w:pPr>
    </w:p>
    <w:p w14:paraId="1D0C5D7F" w14:textId="77777777" w:rsidR="00A030B6" w:rsidRPr="004C479B" w:rsidRDefault="00A030B6" w:rsidP="00A030B6">
      <w:pPr>
        <w:jc w:val="both"/>
        <w:rPr>
          <w:rFonts w:ascii="Arial" w:hAnsi="Arial" w:cs="Arial"/>
          <w:szCs w:val="20"/>
        </w:rPr>
      </w:pPr>
      <w:r w:rsidRPr="004C479B">
        <w:rPr>
          <w:rFonts w:ascii="Arial" w:hAnsi="Arial" w:cs="Arial"/>
          <w:szCs w:val="20"/>
        </w:rPr>
        <w:t>Lastna sredstva</w:t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 w:val="22"/>
          <w:szCs w:val="22"/>
        </w:rPr>
        <w:t>____________________</w:t>
      </w:r>
    </w:p>
    <w:p w14:paraId="7E6B928C" w14:textId="77777777" w:rsidR="00A030B6" w:rsidRPr="004C479B" w:rsidRDefault="00A030B6" w:rsidP="00A030B6">
      <w:pPr>
        <w:jc w:val="both"/>
        <w:rPr>
          <w:rFonts w:ascii="Arial" w:hAnsi="Arial" w:cs="Arial"/>
          <w:szCs w:val="20"/>
        </w:rPr>
      </w:pPr>
    </w:p>
    <w:p w14:paraId="7FE1F4A6" w14:textId="77777777" w:rsidR="00A030B6" w:rsidRPr="004C479B" w:rsidRDefault="00A030B6" w:rsidP="00A030B6">
      <w:pPr>
        <w:jc w:val="both"/>
        <w:rPr>
          <w:rFonts w:ascii="Arial" w:hAnsi="Arial" w:cs="Arial"/>
          <w:szCs w:val="20"/>
        </w:rPr>
      </w:pPr>
      <w:r w:rsidRPr="004C479B">
        <w:rPr>
          <w:rFonts w:ascii="Arial" w:hAnsi="Arial" w:cs="Arial"/>
          <w:szCs w:val="20"/>
        </w:rPr>
        <w:t>Pričakovana sredstva iz razpisa Makole</w:t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 w:val="22"/>
          <w:szCs w:val="22"/>
        </w:rPr>
        <w:t>____________________</w:t>
      </w:r>
    </w:p>
    <w:p w14:paraId="1A7384CF" w14:textId="77777777" w:rsidR="00A030B6" w:rsidRPr="004C479B" w:rsidRDefault="00A030B6" w:rsidP="00A030B6">
      <w:pPr>
        <w:jc w:val="both"/>
        <w:rPr>
          <w:rFonts w:ascii="Arial" w:hAnsi="Arial" w:cs="Arial"/>
          <w:szCs w:val="20"/>
        </w:rPr>
      </w:pPr>
    </w:p>
    <w:p w14:paraId="5CBAC074" w14:textId="77777777" w:rsidR="00A030B6" w:rsidRPr="004C479B" w:rsidRDefault="00A030B6" w:rsidP="00A030B6">
      <w:pPr>
        <w:jc w:val="both"/>
        <w:rPr>
          <w:rFonts w:ascii="Arial" w:hAnsi="Arial" w:cs="Arial"/>
          <w:szCs w:val="20"/>
        </w:rPr>
      </w:pPr>
      <w:r w:rsidRPr="004C479B">
        <w:rPr>
          <w:rFonts w:ascii="Arial" w:hAnsi="Arial" w:cs="Arial"/>
          <w:szCs w:val="20"/>
        </w:rPr>
        <w:t>Drugi viri RS ali EU (navedite):</w:t>
      </w:r>
    </w:p>
    <w:p w14:paraId="03761862" w14:textId="77777777" w:rsidR="00A030B6" w:rsidRPr="004C479B" w:rsidRDefault="00A030B6" w:rsidP="00A030B6">
      <w:pPr>
        <w:jc w:val="both"/>
        <w:rPr>
          <w:rFonts w:ascii="Arial" w:hAnsi="Arial" w:cs="Arial"/>
          <w:szCs w:val="20"/>
        </w:rPr>
      </w:pPr>
      <w:r w:rsidRPr="004C479B">
        <w:rPr>
          <w:rFonts w:ascii="Arial" w:hAnsi="Arial" w:cs="Arial"/>
          <w:szCs w:val="20"/>
        </w:rPr>
        <w:t>______________________</w:t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 w:val="22"/>
          <w:szCs w:val="22"/>
        </w:rPr>
        <w:t>____________________</w:t>
      </w:r>
    </w:p>
    <w:p w14:paraId="64920CD7" w14:textId="77777777" w:rsidR="00A030B6" w:rsidRPr="004C479B" w:rsidRDefault="00A030B6" w:rsidP="00A030B6">
      <w:pPr>
        <w:jc w:val="both"/>
        <w:rPr>
          <w:rFonts w:ascii="Arial" w:hAnsi="Arial" w:cs="Arial"/>
          <w:szCs w:val="20"/>
        </w:rPr>
      </w:pPr>
    </w:p>
    <w:p w14:paraId="52037882" w14:textId="77777777" w:rsidR="00A030B6" w:rsidRPr="004C479B" w:rsidRDefault="00A030B6" w:rsidP="00A030B6">
      <w:pPr>
        <w:jc w:val="both"/>
        <w:rPr>
          <w:rFonts w:ascii="Arial" w:hAnsi="Arial" w:cs="Arial"/>
          <w:szCs w:val="20"/>
        </w:rPr>
      </w:pPr>
      <w:r w:rsidRPr="004C479B">
        <w:rPr>
          <w:rFonts w:ascii="Arial" w:hAnsi="Arial" w:cs="Arial"/>
          <w:szCs w:val="20"/>
        </w:rPr>
        <w:t>Drugo (vpišite)</w:t>
      </w:r>
    </w:p>
    <w:p w14:paraId="6A32FC59" w14:textId="77777777" w:rsidR="00A030B6" w:rsidRPr="004C479B" w:rsidRDefault="00A030B6" w:rsidP="00A030B6">
      <w:pPr>
        <w:jc w:val="both"/>
        <w:rPr>
          <w:rFonts w:ascii="Arial" w:hAnsi="Arial" w:cs="Arial"/>
          <w:szCs w:val="20"/>
        </w:rPr>
      </w:pPr>
      <w:r w:rsidRPr="004C479B">
        <w:rPr>
          <w:rFonts w:ascii="Arial" w:hAnsi="Arial" w:cs="Arial"/>
          <w:szCs w:val="20"/>
        </w:rPr>
        <w:t>______________________</w:t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 w:val="22"/>
          <w:szCs w:val="22"/>
        </w:rPr>
        <w:t>____________________</w:t>
      </w:r>
    </w:p>
    <w:p w14:paraId="4107DC77" w14:textId="77777777" w:rsidR="00A030B6" w:rsidRPr="004C479B" w:rsidRDefault="00A030B6" w:rsidP="00A030B6">
      <w:pPr>
        <w:jc w:val="both"/>
        <w:rPr>
          <w:rFonts w:ascii="Arial" w:hAnsi="Arial" w:cs="Arial"/>
          <w:szCs w:val="20"/>
        </w:rPr>
      </w:pPr>
      <w:r w:rsidRPr="004C479B">
        <w:rPr>
          <w:rFonts w:ascii="Arial" w:hAnsi="Arial" w:cs="Arial"/>
          <w:szCs w:val="20"/>
        </w:rPr>
        <w:tab/>
      </w:r>
    </w:p>
    <w:p w14:paraId="65A19DEA" w14:textId="77777777" w:rsidR="00A030B6" w:rsidRPr="004C479B" w:rsidRDefault="00A030B6" w:rsidP="00A030B6">
      <w:pPr>
        <w:jc w:val="both"/>
        <w:rPr>
          <w:rFonts w:ascii="Arial" w:hAnsi="Arial" w:cs="Arial"/>
          <w:szCs w:val="20"/>
        </w:rPr>
      </w:pPr>
    </w:p>
    <w:p w14:paraId="04340E4D" w14:textId="77777777" w:rsidR="00A030B6" w:rsidRPr="004C479B" w:rsidRDefault="00A030B6" w:rsidP="00A030B6">
      <w:pPr>
        <w:ind w:left="1416"/>
        <w:jc w:val="both"/>
        <w:rPr>
          <w:rFonts w:ascii="Arial" w:hAnsi="Arial" w:cs="Arial"/>
          <w:szCs w:val="20"/>
        </w:rPr>
      </w:pPr>
      <w:r w:rsidRPr="004C479B">
        <w:rPr>
          <w:rFonts w:ascii="Arial" w:hAnsi="Arial" w:cs="Arial"/>
          <w:szCs w:val="20"/>
        </w:rPr>
        <w:t>SKUPAJ</w:t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Cs w:val="20"/>
        </w:rPr>
        <w:tab/>
      </w:r>
      <w:r w:rsidRPr="004C479B">
        <w:rPr>
          <w:rFonts w:ascii="Arial" w:hAnsi="Arial" w:cs="Arial"/>
          <w:sz w:val="22"/>
          <w:szCs w:val="22"/>
        </w:rPr>
        <w:t>____________________</w:t>
      </w:r>
      <w:r w:rsidRPr="004C479B">
        <w:rPr>
          <w:rFonts w:ascii="Arial" w:hAnsi="Arial" w:cs="Arial"/>
          <w:szCs w:val="20"/>
        </w:rPr>
        <w:tab/>
      </w:r>
    </w:p>
    <w:p w14:paraId="5C154FDA" w14:textId="77777777" w:rsidR="00BC3BE3" w:rsidRPr="004C479B" w:rsidRDefault="00BC3BE3" w:rsidP="00B607B7">
      <w:pPr>
        <w:jc w:val="both"/>
        <w:rPr>
          <w:rFonts w:ascii="Arial" w:hAnsi="Arial" w:cs="Arial"/>
          <w:szCs w:val="20"/>
        </w:rPr>
      </w:pPr>
    </w:p>
    <w:p w14:paraId="38A53AA8" w14:textId="77777777" w:rsidR="00B607B7" w:rsidRPr="004C479B" w:rsidRDefault="00A030B6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b/>
          <w:bCs/>
          <w:sz w:val="22"/>
          <w:szCs w:val="22"/>
        </w:rPr>
        <w:t>3</w:t>
      </w:r>
      <w:r w:rsidR="00B607B7" w:rsidRPr="004C479B">
        <w:rPr>
          <w:rFonts w:ascii="Arial" w:hAnsi="Arial" w:cs="Arial"/>
          <w:b/>
          <w:bCs/>
          <w:sz w:val="22"/>
          <w:szCs w:val="22"/>
        </w:rPr>
        <w:t>. IZJAV</w:t>
      </w:r>
      <w:r w:rsidRPr="004C479B">
        <w:rPr>
          <w:rFonts w:ascii="Arial" w:hAnsi="Arial" w:cs="Arial"/>
          <w:b/>
          <w:bCs/>
          <w:sz w:val="22"/>
          <w:szCs w:val="22"/>
        </w:rPr>
        <w:t>E</w:t>
      </w:r>
      <w:r w:rsidR="00B607B7" w:rsidRPr="004C47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4C479B">
        <w:rPr>
          <w:rFonts w:ascii="Arial" w:hAnsi="Arial" w:cs="Arial"/>
          <w:b/>
          <w:bCs/>
          <w:sz w:val="22"/>
          <w:szCs w:val="22"/>
        </w:rPr>
        <w:t>VLAGATELJ</w:t>
      </w:r>
      <w:r w:rsidR="00B607B7" w:rsidRPr="004C479B">
        <w:rPr>
          <w:rFonts w:ascii="Arial" w:hAnsi="Arial" w:cs="Arial"/>
          <w:b/>
          <w:bCs/>
          <w:sz w:val="22"/>
          <w:szCs w:val="22"/>
        </w:rPr>
        <w:t xml:space="preserve">A: </w:t>
      </w:r>
    </w:p>
    <w:p w14:paraId="35C81E6A" w14:textId="77777777" w:rsidR="00B607B7" w:rsidRPr="004C479B" w:rsidRDefault="00B607B7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943AB1D" w14:textId="77777777" w:rsidR="00B607B7" w:rsidRPr="004C479B" w:rsidRDefault="00B607B7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Spodaj podpisani izjavljam: </w:t>
      </w:r>
    </w:p>
    <w:p w14:paraId="140852E0" w14:textId="77777777" w:rsidR="00BC3BE3" w:rsidRPr="004C479B" w:rsidRDefault="00BC3BE3" w:rsidP="00057A55">
      <w:pPr>
        <w:pStyle w:val="Default"/>
        <w:numPr>
          <w:ilvl w:val="0"/>
          <w:numId w:val="28"/>
        </w:numPr>
        <w:tabs>
          <w:tab w:val="clear" w:pos="14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da </w:t>
      </w:r>
      <w:r w:rsidR="00057A55" w:rsidRPr="004C479B">
        <w:rPr>
          <w:rFonts w:ascii="Arial" w:hAnsi="Arial" w:cs="Arial"/>
          <w:sz w:val="22"/>
          <w:szCs w:val="22"/>
        </w:rPr>
        <w:t>sem</w:t>
      </w:r>
      <w:r w:rsidRPr="004C479B">
        <w:rPr>
          <w:rFonts w:ascii="Arial" w:hAnsi="Arial" w:cs="Arial"/>
          <w:sz w:val="22"/>
          <w:szCs w:val="22"/>
        </w:rPr>
        <w:t xml:space="preserve"> kmetijsko gospodarstvo </w:t>
      </w:r>
      <w:r w:rsidR="00057A55" w:rsidRPr="004C479B">
        <w:rPr>
          <w:rFonts w:ascii="Arial" w:hAnsi="Arial" w:cs="Arial"/>
          <w:sz w:val="22"/>
          <w:szCs w:val="22"/>
        </w:rPr>
        <w:t>dejavno v primarni kmetijski proizvodnji in sem vpisan v register kmetijskih gospodarstev ter svojo dejavnost opravljam na območju občine Makole</w:t>
      </w:r>
      <w:r w:rsidRPr="004C479B">
        <w:rPr>
          <w:rFonts w:ascii="Arial" w:hAnsi="Arial" w:cs="Arial"/>
          <w:sz w:val="22"/>
          <w:szCs w:val="22"/>
        </w:rPr>
        <w:t>;</w:t>
      </w:r>
    </w:p>
    <w:p w14:paraId="1E601EF6" w14:textId="77777777" w:rsidR="00BC3BE3" w:rsidRPr="004C479B" w:rsidRDefault="00BC3BE3" w:rsidP="00057A55">
      <w:pPr>
        <w:pStyle w:val="Default"/>
        <w:numPr>
          <w:ilvl w:val="0"/>
          <w:numId w:val="28"/>
        </w:numPr>
        <w:tabs>
          <w:tab w:val="clear" w:pos="14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</w:t>
      </w:r>
      <w:r w:rsidR="00057A55" w:rsidRPr="004C479B">
        <w:rPr>
          <w:rFonts w:ascii="Arial" w:hAnsi="Arial" w:cs="Arial"/>
          <w:sz w:val="22"/>
          <w:szCs w:val="22"/>
        </w:rPr>
        <w:t xml:space="preserve"> nisem naslovnik</w:t>
      </w:r>
      <w:r w:rsidRPr="004C479B">
        <w:rPr>
          <w:rFonts w:ascii="Arial" w:hAnsi="Arial" w:cs="Arial"/>
          <w:sz w:val="22"/>
          <w:szCs w:val="22"/>
        </w:rPr>
        <w:t xml:space="preserve"> </w:t>
      </w:r>
      <w:r w:rsidR="00057A55" w:rsidRPr="004C479B">
        <w:rPr>
          <w:rFonts w:ascii="Arial" w:hAnsi="Arial" w:cs="Arial"/>
          <w:sz w:val="22"/>
          <w:szCs w:val="22"/>
        </w:rPr>
        <w:t>neporavnanega naloga za izterjavo na podlagi predhodnega sklepa Evropske komisije, s katerim je pomoč, ki jo je dodelil organ iz Republike Slovenije, razglasila za nezakonito in nezdružljivo z notranjim trgom</w:t>
      </w:r>
      <w:r w:rsidRPr="004C479B">
        <w:rPr>
          <w:rFonts w:ascii="Arial" w:hAnsi="Arial" w:cs="Arial"/>
          <w:sz w:val="22"/>
          <w:szCs w:val="22"/>
        </w:rPr>
        <w:t>;</w:t>
      </w:r>
    </w:p>
    <w:p w14:paraId="6890970F" w14:textId="77777777" w:rsidR="00057A55" w:rsidRPr="004C479B" w:rsidRDefault="00057A55" w:rsidP="00057A55">
      <w:pPr>
        <w:pStyle w:val="Default"/>
        <w:numPr>
          <w:ilvl w:val="0"/>
          <w:numId w:val="28"/>
        </w:numPr>
        <w:tabs>
          <w:tab w:val="clear" w:pos="14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nisem podjetje v težavah</w:t>
      </w:r>
    </w:p>
    <w:p w14:paraId="0E001689" w14:textId="77777777" w:rsidR="00BC3BE3" w:rsidRPr="004C479B" w:rsidRDefault="00BC3BE3" w:rsidP="00057A55">
      <w:pPr>
        <w:pStyle w:val="Default"/>
        <w:numPr>
          <w:ilvl w:val="0"/>
          <w:numId w:val="28"/>
        </w:numPr>
        <w:tabs>
          <w:tab w:val="clear" w:pos="14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nimam neporavnanih zapadlih obveznosti do Občine Makole</w:t>
      </w:r>
      <w:r w:rsidR="00057A55" w:rsidRPr="004C479B">
        <w:rPr>
          <w:rFonts w:ascii="Arial" w:hAnsi="Arial" w:cs="Arial"/>
          <w:sz w:val="22"/>
          <w:szCs w:val="22"/>
        </w:rPr>
        <w:t xml:space="preserve"> ali Republike Slovenije</w:t>
      </w:r>
      <w:r w:rsidRPr="004C479B">
        <w:rPr>
          <w:rFonts w:ascii="Arial" w:hAnsi="Arial" w:cs="Arial"/>
          <w:sz w:val="22"/>
          <w:szCs w:val="22"/>
        </w:rPr>
        <w:t>;</w:t>
      </w:r>
    </w:p>
    <w:p w14:paraId="346D3174" w14:textId="77777777" w:rsidR="00BC3BE3" w:rsidRPr="004C479B" w:rsidRDefault="00BC3BE3" w:rsidP="00057A55">
      <w:pPr>
        <w:pStyle w:val="Default"/>
        <w:numPr>
          <w:ilvl w:val="0"/>
          <w:numId w:val="28"/>
        </w:numPr>
        <w:tabs>
          <w:tab w:val="clear" w:pos="14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da se pomoč ne nanaša na </w:t>
      </w:r>
      <w:r w:rsidR="00057A55" w:rsidRPr="004C479B">
        <w:rPr>
          <w:rFonts w:ascii="Arial" w:hAnsi="Arial" w:cs="Arial"/>
          <w:sz w:val="22"/>
          <w:szCs w:val="22"/>
        </w:rPr>
        <w:t>dejavnosti, povezane z izvozom v tretje države ali države članice, in sicer če je pomoč neposredno povezana z izvoznimi količinami, vzpostavitvijo in delovanjem distribucijske mreže ali drugimi tekočimi stroški, povezanimi z izvozno dejavnostjo</w:t>
      </w:r>
      <w:r w:rsidRPr="004C479B">
        <w:rPr>
          <w:rFonts w:ascii="Arial" w:hAnsi="Arial" w:cs="Arial"/>
          <w:sz w:val="22"/>
          <w:szCs w:val="22"/>
        </w:rPr>
        <w:t xml:space="preserve">; </w:t>
      </w:r>
    </w:p>
    <w:p w14:paraId="5C0F0502" w14:textId="77777777" w:rsidR="00BC3BE3" w:rsidRPr="004C479B" w:rsidRDefault="00BC3BE3" w:rsidP="00057A55">
      <w:pPr>
        <w:pStyle w:val="Default"/>
        <w:numPr>
          <w:ilvl w:val="0"/>
          <w:numId w:val="28"/>
        </w:numPr>
        <w:tabs>
          <w:tab w:val="clear" w:pos="14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da pomoč ni </w:t>
      </w:r>
      <w:r w:rsidR="00057A55" w:rsidRPr="004C479B">
        <w:rPr>
          <w:rFonts w:ascii="Arial" w:hAnsi="Arial" w:cs="Arial"/>
          <w:sz w:val="22"/>
          <w:szCs w:val="22"/>
        </w:rPr>
        <w:t xml:space="preserve"> odvisna od prednostne uporabe domačega blaga pred uporabo uvoženega blaga</w:t>
      </w:r>
      <w:r w:rsidRPr="004C479B">
        <w:rPr>
          <w:rFonts w:ascii="Arial" w:hAnsi="Arial" w:cs="Arial"/>
          <w:sz w:val="22"/>
          <w:szCs w:val="22"/>
        </w:rPr>
        <w:t>;</w:t>
      </w:r>
    </w:p>
    <w:p w14:paraId="473FFDB6" w14:textId="77777777" w:rsidR="00BC3BE3" w:rsidRPr="004C479B" w:rsidRDefault="00BC3BE3" w:rsidP="00057A55">
      <w:pPr>
        <w:pStyle w:val="Default"/>
        <w:numPr>
          <w:ilvl w:val="0"/>
          <w:numId w:val="28"/>
        </w:numPr>
        <w:tabs>
          <w:tab w:val="clear" w:pos="14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se strinjam in sprejemam vse razpisne pogoje, ki so sestavni del razpisne</w:t>
      </w:r>
      <w:r w:rsidR="00057A55" w:rsidRPr="004C479B">
        <w:rPr>
          <w:rFonts w:ascii="Arial" w:hAnsi="Arial" w:cs="Arial"/>
          <w:sz w:val="22"/>
          <w:szCs w:val="22"/>
        </w:rPr>
        <w:t xml:space="preserve"> </w:t>
      </w:r>
      <w:r w:rsidRPr="004C479B">
        <w:rPr>
          <w:rFonts w:ascii="Arial" w:hAnsi="Arial" w:cs="Arial"/>
          <w:sz w:val="22"/>
          <w:szCs w:val="22"/>
        </w:rPr>
        <w:t>dokumentacije in da z njimi v celoti soglašam;</w:t>
      </w:r>
    </w:p>
    <w:p w14:paraId="7CF4FCBD" w14:textId="77777777" w:rsidR="00BC3BE3" w:rsidRPr="004C479B" w:rsidRDefault="00BC3BE3" w:rsidP="00BC3BE3">
      <w:pPr>
        <w:pStyle w:val="Default"/>
        <w:numPr>
          <w:ilvl w:val="0"/>
          <w:numId w:val="28"/>
        </w:numPr>
        <w:tabs>
          <w:tab w:val="clear" w:pos="1440"/>
        </w:tabs>
        <w:ind w:left="72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da so vsi v vlogi navedeni podatki (vključno z dokumentacijo) popolni in verodostojni ter da sem seznanjen s posledicami navajanja neresničnih podatkov v tej vlogi; </w:t>
      </w:r>
    </w:p>
    <w:p w14:paraId="5D90E5C1" w14:textId="77777777" w:rsidR="00057A55" w:rsidRPr="004C479B" w:rsidRDefault="00BC3BE3" w:rsidP="00057A55">
      <w:pPr>
        <w:pStyle w:val="Default"/>
        <w:numPr>
          <w:ilvl w:val="0"/>
          <w:numId w:val="28"/>
        </w:numPr>
        <w:tabs>
          <w:tab w:val="clear" w:pos="1440"/>
        </w:tabs>
        <w:ind w:left="72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sem seznanjen s sankcijami, to je, da moram v primeru ugotovljene nenamenske porabe sredstev vrniti odobrena sredstva v celoti s pripadajočimi zakonitimi zamudnimi obrestmi,</w:t>
      </w:r>
      <w:r w:rsidR="00057A55" w:rsidRPr="004C479B">
        <w:rPr>
          <w:rFonts w:ascii="Arial" w:hAnsi="Arial" w:cs="Arial"/>
        </w:rPr>
        <w:t xml:space="preserve"> </w:t>
      </w:r>
      <w:r w:rsidR="00057A55" w:rsidRPr="004C479B">
        <w:rPr>
          <w:rFonts w:ascii="Arial" w:hAnsi="Arial" w:cs="Arial"/>
          <w:sz w:val="22"/>
          <w:szCs w:val="22"/>
        </w:rPr>
        <w:t>obračunana od dneva nakazila , če se ugotovi:</w:t>
      </w:r>
    </w:p>
    <w:p w14:paraId="1ACB0A23" w14:textId="77777777" w:rsidR="00057A55" w:rsidRPr="004C479B" w:rsidRDefault="00057A55" w:rsidP="004C479B">
      <w:pPr>
        <w:pStyle w:val="Default"/>
        <w:numPr>
          <w:ilvl w:val="0"/>
          <w:numId w:val="34"/>
        </w:numPr>
        <w:tabs>
          <w:tab w:val="clear" w:pos="1440"/>
        </w:tabs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da sredstva niso bila delno ali v celoti porabljena za namen, za katerega so bila dodeljena; </w:t>
      </w:r>
    </w:p>
    <w:p w14:paraId="7A509F34" w14:textId="77777777" w:rsidR="00057A55" w:rsidRPr="004C479B" w:rsidRDefault="00057A55" w:rsidP="004C479B">
      <w:pPr>
        <w:pStyle w:val="Default"/>
        <w:numPr>
          <w:ilvl w:val="0"/>
          <w:numId w:val="34"/>
        </w:numPr>
        <w:tabs>
          <w:tab w:val="clear" w:pos="1440"/>
        </w:tabs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da </w:t>
      </w:r>
      <w:r w:rsidR="004C479B" w:rsidRPr="004C479B">
        <w:rPr>
          <w:rFonts w:ascii="Arial" w:hAnsi="Arial" w:cs="Arial"/>
          <w:sz w:val="22"/>
          <w:szCs w:val="22"/>
        </w:rPr>
        <w:t>sem</w:t>
      </w:r>
      <w:r w:rsidRPr="004C479B">
        <w:rPr>
          <w:rFonts w:ascii="Arial" w:hAnsi="Arial" w:cs="Arial"/>
          <w:sz w:val="22"/>
          <w:szCs w:val="22"/>
        </w:rPr>
        <w:t xml:space="preserve"> za katerikoli namen navajal neresnične podatke;</w:t>
      </w:r>
    </w:p>
    <w:p w14:paraId="01F87A77" w14:textId="77777777" w:rsidR="00057A55" w:rsidRPr="004C479B" w:rsidRDefault="00057A55" w:rsidP="004C479B">
      <w:pPr>
        <w:pStyle w:val="Default"/>
        <w:numPr>
          <w:ilvl w:val="0"/>
          <w:numId w:val="34"/>
        </w:numPr>
        <w:tabs>
          <w:tab w:val="clear" w:pos="1440"/>
        </w:tabs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da </w:t>
      </w:r>
      <w:r w:rsidR="004C479B" w:rsidRPr="004C479B">
        <w:rPr>
          <w:rFonts w:ascii="Arial" w:hAnsi="Arial" w:cs="Arial"/>
          <w:sz w:val="22"/>
          <w:szCs w:val="22"/>
        </w:rPr>
        <w:t>sem</w:t>
      </w:r>
      <w:r w:rsidRPr="004C479B">
        <w:rPr>
          <w:rFonts w:ascii="Arial" w:hAnsi="Arial" w:cs="Arial"/>
          <w:sz w:val="22"/>
          <w:szCs w:val="22"/>
        </w:rPr>
        <w:t xml:space="preserve"> za isti namen že pridobil finančna sredstva;</w:t>
      </w:r>
    </w:p>
    <w:p w14:paraId="347EE25A" w14:textId="77777777" w:rsidR="00057A55" w:rsidRPr="004C479B" w:rsidRDefault="00057A55" w:rsidP="004C479B">
      <w:pPr>
        <w:pStyle w:val="Default"/>
        <w:numPr>
          <w:ilvl w:val="0"/>
          <w:numId w:val="34"/>
        </w:numPr>
        <w:tabs>
          <w:tab w:val="clear" w:pos="1440"/>
        </w:tabs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projekta ne izvede</w:t>
      </w:r>
      <w:r w:rsidR="004C479B" w:rsidRPr="004C479B">
        <w:rPr>
          <w:rFonts w:ascii="Arial" w:hAnsi="Arial" w:cs="Arial"/>
          <w:sz w:val="22"/>
          <w:szCs w:val="22"/>
        </w:rPr>
        <w:t>m</w:t>
      </w:r>
      <w:r w:rsidRPr="004C479B">
        <w:rPr>
          <w:rFonts w:ascii="Arial" w:hAnsi="Arial" w:cs="Arial"/>
          <w:sz w:val="22"/>
          <w:szCs w:val="22"/>
        </w:rPr>
        <w:t>;</w:t>
      </w:r>
    </w:p>
    <w:p w14:paraId="02BE563E" w14:textId="77777777" w:rsidR="00057A55" w:rsidRPr="004C479B" w:rsidRDefault="00057A55" w:rsidP="004C479B">
      <w:pPr>
        <w:pStyle w:val="Default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da </w:t>
      </w:r>
      <w:r w:rsidR="004C479B" w:rsidRPr="004C479B">
        <w:rPr>
          <w:rFonts w:ascii="Arial" w:hAnsi="Arial" w:cs="Arial"/>
          <w:sz w:val="22"/>
          <w:szCs w:val="22"/>
        </w:rPr>
        <w:t>sem</w:t>
      </w:r>
      <w:r w:rsidRPr="004C479B">
        <w:rPr>
          <w:rFonts w:ascii="Arial" w:hAnsi="Arial" w:cs="Arial"/>
          <w:sz w:val="22"/>
          <w:szCs w:val="22"/>
        </w:rPr>
        <w:t xml:space="preserve"> davčni dolžnik.</w:t>
      </w:r>
    </w:p>
    <w:p w14:paraId="5AFF2DD6" w14:textId="77777777" w:rsidR="004C479B" w:rsidRPr="004C479B" w:rsidRDefault="004C479B" w:rsidP="00BC3BE3">
      <w:pPr>
        <w:pStyle w:val="Default"/>
        <w:ind w:left="720" w:hanging="360"/>
        <w:rPr>
          <w:rFonts w:ascii="Arial" w:hAnsi="Arial" w:cs="Arial"/>
          <w:sz w:val="22"/>
          <w:szCs w:val="22"/>
        </w:rPr>
      </w:pPr>
    </w:p>
    <w:p w14:paraId="0A8E561F" w14:textId="77777777" w:rsidR="00BC3BE3" w:rsidRPr="004C479B" w:rsidRDefault="0003358F" w:rsidP="00BC3BE3">
      <w:pPr>
        <w:pStyle w:val="Default"/>
        <w:ind w:left="720" w:hanging="36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      </w:t>
      </w:r>
      <w:r w:rsidR="00BC3BE3" w:rsidRPr="004C479B">
        <w:rPr>
          <w:rFonts w:ascii="Arial" w:hAnsi="Arial" w:cs="Arial"/>
          <w:sz w:val="22"/>
          <w:szCs w:val="22"/>
        </w:rPr>
        <w:t xml:space="preserve">V navedenih primerih izgubim pravico do pridobitve sredstev po </w:t>
      </w:r>
      <w:r w:rsidR="004C479B" w:rsidRPr="004C479B">
        <w:rPr>
          <w:rFonts w:ascii="Arial" w:hAnsi="Arial" w:cs="Arial"/>
          <w:sz w:val="22"/>
          <w:szCs w:val="22"/>
        </w:rPr>
        <w:t xml:space="preserve">Pravilniku o ohranjanju in spodbujanju razvoja kmetijstva, gozdarstva in podeželja v Občini Makole (Uradno glasilo slovenskih občin, št. 24/2025) </w:t>
      </w:r>
      <w:r w:rsidR="00BC3BE3" w:rsidRPr="004C479B">
        <w:rPr>
          <w:rFonts w:ascii="Arial" w:hAnsi="Arial" w:cs="Arial"/>
          <w:sz w:val="22"/>
          <w:szCs w:val="22"/>
        </w:rPr>
        <w:t xml:space="preserve"> za naslednji dve leti.</w:t>
      </w:r>
    </w:p>
    <w:p w14:paraId="118A928B" w14:textId="77777777" w:rsidR="00BC3BE3" w:rsidRPr="004C479B" w:rsidRDefault="00BC3BE3" w:rsidP="00BC3BE3">
      <w:pPr>
        <w:pStyle w:val="Default"/>
        <w:numPr>
          <w:ilvl w:val="0"/>
          <w:numId w:val="28"/>
        </w:numPr>
        <w:tabs>
          <w:tab w:val="clear" w:pos="1440"/>
        </w:tabs>
        <w:ind w:left="72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za isto naložbo, kot sem jo navedel(a) v tej vlogi, do sedaj kmetijsko gospodarstvo ni prejelo kakršnihkoli javnih sredstev Republike Slovenije ali Evropske unije oziroma so mi bila dodeljena sredstva v višini _____________ EUR, dajalca____________________________; v primeru odobritve drugih javnih sredstev za isto naložbo bom o tem seznanil(a) občino; v primeru podpisa pogodbe z občino, bom pred podpisom pogodbe podal  izjavo, da ostalih javnih sredstev za to naložbo ne prejemam;</w:t>
      </w:r>
    </w:p>
    <w:p w14:paraId="0C24A994" w14:textId="77777777" w:rsidR="00BC3BE3" w:rsidRPr="004C479B" w:rsidRDefault="00BC3BE3" w:rsidP="00BC3BE3">
      <w:pPr>
        <w:pStyle w:val="Default"/>
        <w:numPr>
          <w:ilvl w:val="0"/>
          <w:numId w:val="28"/>
        </w:numPr>
        <w:tabs>
          <w:tab w:val="clear" w:pos="1440"/>
        </w:tabs>
        <w:ind w:left="72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za iste upravičene stroške in za isti namen, kot jih navajam v vloginisem pridobil sredstev oz. nisem v postopku pridobivanja sredstev iz kateregakoli drugega javnega vira (sredstva Republike Slovenije ali EU);</w:t>
      </w:r>
    </w:p>
    <w:p w14:paraId="758A4663" w14:textId="77777777" w:rsidR="00BC3BE3" w:rsidRPr="004C479B" w:rsidRDefault="00BC3BE3" w:rsidP="00BC3BE3">
      <w:pPr>
        <w:pStyle w:val="Default"/>
        <w:numPr>
          <w:ilvl w:val="0"/>
          <w:numId w:val="28"/>
        </w:numPr>
        <w:tabs>
          <w:tab w:val="clear" w:pos="1440"/>
        </w:tabs>
        <w:ind w:left="72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se z naložbo skuša doseči vsaj enega od naslednjih ciljev:</w:t>
      </w:r>
    </w:p>
    <w:p w14:paraId="54BB49F0" w14:textId="77777777" w:rsidR="004C479B" w:rsidRPr="004C479B" w:rsidRDefault="004C479B" w:rsidP="004C479B">
      <w:pPr>
        <w:pStyle w:val="Defaul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izboljšanje splošne učinkovitosti in trajnosti kmetijskega gospodarstva, zlasti z zmanjšanjem stroškov proizvodnje ali izboljšanjem in preusmeritvijo proizvodnje;</w:t>
      </w:r>
    </w:p>
    <w:p w14:paraId="30104D56" w14:textId="77777777" w:rsidR="004C479B" w:rsidRPr="004C479B" w:rsidRDefault="004C479B" w:rsidP="004C479B">
      <w:pPr>
        <w:pStyle w:val="Defaul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izboljšanje naravnega okolja, higienskih pogojev ali standardov za dobrobit živali;</w:t>
      </w:r>
    </w:p>
    <w:p w14:paraId="7C73AB37" w14:textId="77777777" w:rsidR="004C479B" w:rsidRPr="004C479B" w:rsidRDefault="004C479B" w:rsidP="004C479B">
      <w:pPr>
        <w:pStyle w:val="Defaul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vzpostavljanje in izboljšanje infrastrukture, povezane z razvojem, prilagajanjem in modernizacijo kmetijstva, vključno z dostopom do kmetijskih zemljišč, izboljšanjem zemljišč, oskrbo in varčevanjem s trajnostno energijo, energijsko učinkovitostjo, oskrbo in varčevanjem z vodo;</w:t>
      </w:r>
    </w:p>
    <w:p w14:paraId="7C7C480D" w14:textId="77777777" w:rsidR="004C479B" w:rsidRPr="004C479B" w:rsidRDefault="004C479B" w:rsidP="004C479B">
      <w:pPr>
        <w:pStyle w:val="Defaul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lastRenderedPageBreak/>
        <w:t>prispevanje k blažitvi podnebnih sprememb in prilagajanju nanje, vključno z zmanjšanjem emisij toplogrednih plinov in povečanjem sekvestracije ogljika ter spodbujanje trajnostne energije in energijske učinkovitosti;</w:t>
      </w:r>
    </w:p>
    <w:p w14:paraId="46E50A4A" w14:textId="77777777" w:rsidR="004C479B" w:rsidRPr="004C479B" w:rsidRDefault="004C479B" w:rsidP="004C479B">
      <w:pPr>
        <w:pStyle w:val="Defaul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prispevanje k trajnostnemu krožnemu biogospodarstvu ter spodbujanje trajnostnega razvoja in učinkovitega upravljanja naravnih virov, kot so voda, tla in zrak, vključno z zmanjšanjem odvisnosti od kemikalij; </w:t>
      </w:r>
    </w:p>
    <w:p w14:paraId="5BC8A48E" w14:textId="77777777" w:rsidR="004C479B" w:rsidRPr="004C479B" w:rsidRDefault="004C479B" w:rsidP="004C479B">
      <w:pPr>
        <w:pStyle w:val="Defaul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 xml:space="preserve">prispevanje k zaustavitvi in obnovitvi trenda izgube biotske raznovrstnosti, krepitev ekosistemskih storitev ter ohranjanje habitatov in krajine. </w:t>
      </w:r>
    </w:p>
    <w:p w14:paraId="3B5DB61A" w14:textId="77777777" w:rsidR="00BC3BE3" w:rsidRPr="004C479B" w:rsidRDefault="00BC3BE3" w:rsidP="00BC3BE3">
      <w:pPr>
        <w:pStyle w:val="Default"/>
        <w:numPr>
          <w:ilvl w:val="0"/>
          <w:numId w:val="28"/>
        </w:numPr>
        <w:tabs>
          <w:tab w:val="clear" w:pos="1440"/>
        </w:tabs>
        <w:ind w:left="72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bo prijavljena naložba zaključena pred oddajo zahtevka za izplačilo;</w:t>
      </w:r>
    </w:p>
    <w:p w14:paraId="151FC71C" w14:textId="77777777" w:rsidR="00BC3BE3" w:rsidRPr="004C479B" w:rsidRDefault="00BC3BE3" w:rsidP="00BC3BE3">
      <w:pPr>
        <w:pStyle w:val="Default"/>
        <w:numPr>
          <w:ilvl w:val="0"/>
          <w:numId w:val="28"/>
        </w:numPr>
        <w:tabs>
          <w:tab w:val="clear" w:pos="1440"/>
        </w:tabs>
        <w:ind w:left="72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bo naložba izvedena v skladu z vsemi veljavnimi predpisi;</w:t>
      </w:r>
    </w:p>
    <w:p w14:paraId="7F263178" w14:textId="77777777" w:rsidR="00BC3BE3" w:rsidRPr="004C479B" w:rsidRDefault="00BC3BE3" w:rsidP="00BC3BE3">
      <w:pPr>
        <w:pStyle w:val="Default"/>
        <w:numPr>
          <w:ilvl w:val="0"/>
          <w:numId w:val="28"/>
        </w:numPr>
        <w:tabs>
          <w:tab w:val="clear" w:pos="1440"/>
        </w:tabs>
        <w:ind w:left="72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naložbe ne bom uporabljal v nasprotju z namenom dodelitve sredstev;</w:t>
      </w:r>
    </w:p>
    <w:p w14:paraId="7744C08D" w14:textId="77777777" w:rsidR="00BC3BE3" w:rsidRPr="004C479B" w:rsidRDefault="00BC3BE3" w:rsidP="00BC3BE3">
      <w:pPr>
        <w:pStyle w:val="Default"/>
        <w:numPr>
          <w:ilvl w:val="0"/>
          <w:numId w:val="28"/>
        </w:numPr>
        <w:tabs>
          <w:tab w:val="clear" w:pos="1440"/>
        </w:tabs>
        <w:ind w:left="72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bo po zaključku investicije le-ta v uporabi za namen, za katerega sem pridobil sredstva, vsaj še 5 let po izplačilu sredstev;</w:t>
      </w:r>
    </w:p>
    <w:p w14:paraId="239BDA16" w14:textId="77777777" w:rsidR="00BC3BE3" w:rsidRPr="004C479B" w:rsidRDefault="00BC3BE3" w:rsidP="00BC3BE3">
      <w:pPr>
        <w:pStyle w:val="Default"/>
        <w:numPr>
          <w:ilvl w:val="0"/>
          <w:numId w:val="28"/>
        </w:numPr>
        <w:tabs>
          <w:tab w:val="clear" w:pos="1440"/>
        </w:tabs>
        <w:ind w:left="72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bom v primeru odobritve pomoči hranil vso dokumentacijo, ki je bila podlaga za odobritev pomoči po tem razpisu, deset let od datuma prejema pomoči;</w:t>
      </w:r>
    </w:p>
    <w:p w14:paraId="2D0A3105" w14:textId="77777777" w:rsidR="00B607B7" w:rsidRPr="004C479B" w:rsidRDefault="00BC3BE3" w:rsidP="00BC3BE3">
      <w:pPr>
        <w:pStyle w:val="Default"/>
        <w:numPr>
          <w:ilvl w:val="0"/>
          <w:numId w:val="28"/>
        </w:numPr>
        <w:tabs>
          <w:tab w:val="clear" w:pos="1440"/>
        </w:tabs>
        <w:ind w:left="720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sz w:val="22"/>
          <w:szCs w:val="22"/>
        </w:rPr>
        <w:t>da za namen razpisa dovoljujem Občini  Makole pridobitev podatkov iz uradnih evidenc</w:t>
      </w:r>
      <w:r w:rsidR="00CA7079" w:rsidRPr="004C479B">
        <w:rPr>
          <w:rFonts w:ascii="Arial" w:hAnsi="Arial" w:cs="Arial"/>
          <w:sz w:val="22"/>
          <w:szCs w:val="22"/>
        </w:rPr>
        <w:t>;</w:t>
      </w:r>
    </w:p>
    <w:p w14:paraId="7B075B0A" w14:textId="77777777" w:rsidR="00FF69AA" w:rsidRPr="004C479B" w:rsidRDefault="00FF69AA" w:rsidP="00FF69AA">
      <w:pPr>
        <w:pStyle w:val="Default"/>
        <w:rPr>
          <w:rFonts w:ascii="Arial" w:hAnsi="Arial" w:cs="Arial"/>
          <w:sz w:val="22"/>
          <w:szCs w:val="22"/>
        </w:rPr>
      </w:pPr>
    </w:p>
    <w:p w14:paraId="643C80BF" w14:textId="77777777" w:rsidR="00FF69AA" w:rsidRPr="004C479B" w:rsidRDefault="00FF69AA" w:rsidP="00FF69AA">
      <w:pPr>
        <w:pStyle w:val="Default"/>
        <w:rPr>
          <w:rFonts w:ascii="Arial" w:hAnsi="Arial" w:cs="Arial"/>
          <w:sz w:val="22"/>
          <w:szCs w:val="22"/>
        </w:rPr>
      </w:pPr>
      <w:bookmarkStart w:id="1" w:name="_Hlk508810268"/>
    </w:p>
    <w:p w14:paraId="002411CE" w14:textId="77777777" w:rsidR="00B607B7" w:rsidRPr="004C479B" w:rsidRDefault="00B607B7" w:rsidP="00B607B7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02CBCD54" w14:textId="77777777" w:rsidR="00B607B7" w:rsidRPr="004C479B" w:rsidRDefault="00B607B7" w:rsidP="00B607B7">
      <w:pPr>
        <w:pStyle w:val="Default"/>
        <w:ind w:left="280" w:hanging="28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b/>
          <w:bCs/>
          <w:sz w:val="22"/>
          <w:szCs w:val="22"/>
        </w:rPr>
        <w:t xml:space="preserve">Makole, dne ____________________ </w:t>
      </w:r>
    </w:p>
    <w:p w14:paraId="5F90B98D" w14:textId="77777777" w:rsidR="00B607B7" w:rsidRPr="004C479B" w:rsidRDefault="00B607B7" w:rsidP="00B607B7">
      <w:pPr>
        <w:pStyle w:val="Default"/>
        <w:ind w:left="280" w:hanging="280"/>
        <w:jc w:val="right"/>
        <w:rPr>
          <w:rFonts w:ascii="Arial" w:hAnsi="Arial" w:cs="Arial"/>
        </w:rPr>
      </w:pPr>
      <w:r w:rsidRPr="004C479B">
        <w:rPr>
          <w:rFonts w:ascii="Arial" w:hAnsi="Arial" w:cs="Arial"/>
          <w:b/>
          <w:bCs/>
        </w:rPr>
        <w:t xml:space="preserve">Podpis vlagatelja:________________________ </w:t>
      </w:r>
    </w:p>
    <w:p w14:paraId="4E2B3A9D" w14:textId="77777777" w:rsidR="00B607B7" w:rsidRPr="004C479B" w:rsidRDefault="00B607B7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B74823B" w14:textId="77777777" w:rsidR="00FF69AA" w:rsidRPr="004C479B" w:rsidRDefault="00FF69AA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bookmarkEnd w:id="1"/>
    <w:p w14:paraId="6FB51288" w14:textId="77777777" w:rsidR="00FF69AA" w:rsidRPr="004C479B" w:rsidRDefault="00FF69AA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094EA6A" w14:textId="77777777" w:rsidR="004C479B" w:rsidRPr="004C479B" w:rsidRDefault="004C479B" w:rsidP="00B607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BF1937D" w14:textId="77777777" w:rsidR="00B607B7" w:rsidRPr="004C479B" w:rsidRDefault="00FF69AA" w:rsidP="00B607B7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4C479B">
        <w:rPr>
          <w:rFonts w:ascii="Arial" w:hAnsi="Arial" w:cs="Arial"/>
          <w:b/>
          <w:sz w:val="22"/>
          <w:szCs w:val="22"/>
        </w:rPr>
        <w:t>IZJAVA VLAGATELJA O UGOTAVLJANJU DAVČNE OSNOVE OD DOHODKOV IZ OSNOVNE KMETIJSKE IN OSNOVNE GOZDARSKE DEJAVNOSTI DEJAVNOSTI</w:t>
      </w:r>
      <w:r w:rsidRPr="004C479B">
        <w:rPr>
          <w:rStyle w:val="Sprotnaopomba-sklic"/>
          <w:rFonts w:ascii="Arial" w:hAnsi="Arial" w:cs="Arial"/>
          <w:b/>
          <w:sz w:val="22"/>
          <w:szCs w:val="22"/>
        </w:rPr>
        <w:footnoteReference w:id="1"/>
      </w:r>
    </w:p>
    <w:p w14:paraId="3DB3F7FB" w14:textId="77777777" w:rsidR="00B607B7" w:rsidRPr="004C479B" w:rsidRDefault="00B607B7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C3D1C4B" w14:textId="77777777" w:rsidR="00B607B7" w:rsidRPr="004C479B" w:rsidRDefault="00B607B7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F73475C" w14:textId="77777777" w:rsidR="00B607B7" w:rsidRPr="004C479B" w:rsidRDefault="00FF69AA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C479B">
        <w:rPr>
          <w:rFonts w:ascii="Arial" w:hAnsi="Arial" w:cs="Arial"/>
          <w:sz w:val="20"/>
          <w:szCs w:val="20"/>
        </w:rPr>
        <w:t>Davčna osnova</w:t>
      </w:r>
      <w:r w:rsidR="00361513" w:rsidRPr="004C479B">
        <w:rPr>
          <w:rFonts w:ascii="Arial" w:hAnsi="Arial" w:cs="Arial"/>
          <w:sz w:val="20"/>
          <w:szCs w:val="20"/>
        </w:rPr>
        <w:t xml:space="preserve"> od dohodkov iz osnovne kmetijske in osnovne gozdarske dejavnosti se za kmetijsko gospodarstvo ugotavlja kot (ustrezno označi):</w:t>
      </w:r>
    </w:p>
    <w:p w14:paraId="54854D4B" w14:textId="77777777" w:rsidR="00361513" w:rsidRPr="004C479B" w:rsidRDefault="00361513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8F30AEB" w14:textId="77777777" w:rsidR="00361513" w:rsidRPr="004C479B" w:rsidRDefault="00361513" w:rsidP="00B607B7">
      <w:pPr>
        <w:pStyle w:val="Default"/>
        <w:jc w:val="both"/>
        <w:rPr>
          <w:rFonts w:ascii="Arial" w:hAnsi="Arial" w:cs="Arial"/>
          <w:sz w:val="36"/>
          <w:szCs w:val="36"/>
        </w:rPr>
      </w:pPr>
      <w:r w:rsidRPr="004C479B">
        <w:rPr>
          <w:rFonts w:ascii="Arial" w:hAnsi="Arial" w:cs="Arial"/>
          <w:sz w:val="36"/>
          <w:szCs w:val="36"/>
        </w:rPr>
        <w:t xml:space="preserve">□ </w:t>
      </w:r>
      <w:r w:rsidRPr="004C479B">
        <w:rPr>
          <w:rFonts w:ascii="Arial" w:hAnsi="Arial" w:cs="Arial"/>
          <w:sz w:val="22"/>
          <w:szCs w:val="22"/>
        </w:rPr>
        <w:t>Pavšalna obdavčitev</w:t>
      </w:r>
    </w:p>
    <w:p w14:paraId="3EF69697" w14:textId="77777777" w:rsidR="00361513" w:rsidRPr="004C479B" w:rsidRDefault="00361513" w:rsidP="00361513">
      <w:pPr>
        <w:pStyle w:val="Default"/>
        <w:jc w:val="both"/>
        <w:rPr>
          <w:rFonts w:ascii="Arial" w:hAnsi="Arial" w:cs="Arial"/>
          <w:sz w:val="36"/>
          <w:szCs w:val="36"/>
        </w:rPr>
      </w:pPr>
      <w:r w:rsidRPr="004C479B">
        <w:rPr>
          <w:rFonts w:ascii="Arial" w:hAnsi="Arial" w:cs="Arial"/>
          <w:sz w:val="36"/>
          <w:szCs w:val="36"/>
        </w:rPr>
        <w:t xml:space="preserve">□ </w:t>
      </w:r>
      <w:r w:rsidRPr="004C479B">
        <w:rPr>
          <w:rFonts w:ascii="Arial" w:hAnsi="Arial" w:cs="Arial"/>
          <w:sz w:val="22"/>
          <w:szCs w:val="22"/>
        </w:rPr>
        <w:t>Obdavčitev na podlagi dejanskih prihodkov in normiranih odhodkov</w:t>
      </w:r>
    </w:p>
    <w:p w14:paraId="14FBE1B2" w14:textId="77777777" w:rsidR="00361513" w:rsidRPr="004C479B" w:rsidRDefault="00361513" w:rsidP="00361513">
      <w:pPr>
        <w:pStyle w:val="Default"/>
        <w:jc w:val="both"/>
        <w:rPr>
          <w:rFonts w:ascii="Arial" w:hAnsi="Arial" w:cs="Arial"/>
          <w:sz w:val="36"/>
          <w:szCs w:val="36"/>
        </w:rPr>
      </w:pPr>
      <w:r w:rsidRPr="004C479B">
        <w:rPr>
          <w:rFonts w:ascii="Arial" w:hAnsi="Arial" w:cs="Arial"/>
          <w:sz w:val="36"/>
          <w:szCs w:val="36"/>
        </w:rPr>
        <w:t xml:space="preserve">□ </w:t>
      </w:r>
      <w:r w:rsidRPr="004C479B">
        <w:rPr>
          <w:rFonts w:ascii="Arial" w:hAnsi="Arial" w:cs="Arial"/>
          <w:sz w:val="22"/>
          <w:szCs w:val="22"/>
        </w:rPr>
        <w:t>Obdavčitev na podlagi dejanskih prihodkov in dejanskih odhodkov</w:t>
      </w:r>
    </w:p>
    <w:p w14:paraId="1E0E1E0B" w14:textId="77777777" w:rsidR="00361513" w:rsidRPr="004C479B" w:rsidRDefault="00361513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EA33E33" w14:textId="77777777" w:rsidR="00B607B7" w:rsidRPr="004C479B" w:rsidRDefault="00B607B7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795F8D3" w14:textId="77777777" w:rsidR="00361513" w:rsidRPr="004C479B" w:rsidRDefault="00361513" w:rsidP="00361513">
      <w:pPr>
        <w:pStyle w:val="Default"/>
        <w:rPr>
          <w:rFonts w:ascii="Arial" w:hAnsi="Arial" w:cs="Arial"/>
          <w:sz w:val="22"/>
          <w:szCs w:val="22"/>
        </w:rPr>
      </w:pPr>
    </w:p>
    <w:p w14:paraId="4F77AFBC" w14:textId="77777777" w:rsidR="00361513" w:rsidRPr="004C479B" w:rsidRDefault="00361513" w:rsidP="00361513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3D9DAD84" w14:textId="77777777" w:rsidR="00361513" w:rsidRPr="004C479B" w:rsidRDefault="00361513" w:rsidP="00361513">
      <w:pPr>
        <w:pStyle w:val="Default"/>
        <w:ind w:left="280" w:hanging="280"/>
        <w:jc w:val="both"/>
        <w:rPr>
          <w:rFonts w:ascii="Arial" w:hAnsi="Arial" w:cs="Arial"/>
          <w:sz w:val="22"/>
          <w:szCs w:val="22"/>
        </w:rPr>
      </w:pPr>
      <w:r w:rsidRPr="004C479B">
        <w:rPr>
          <w:rFonts w:ascii="Arial" w:hAnsi="Arial" w:cs="Arial"/>
          <w:b/>
          <w:bCs/>
          <w:sz w:val="22"/>
          <w:szCs w:val="22"/>
        </w:rPr>
        <w:t xml:space="preserve">Makole, dne ____________________ </w:t>
      </w:r>
    </w:p>
    <w:p w14:paraId="65168235" w14:textId="77777777" w:rsidR="00361513" w:rsidRPr="004C479B" w:rsidRDefault="00361513" w:rsidP="00361513">
      <w:pPr>
        <w:pStyle w:val="Default"/>
        <w:ind w:left="280" w:hanging="280"/>
        <w:jc w:val="right"/>
        <w:rPr>
          <w:rFonts w:ascii="Arial" w:hAnsi="Arial" w:cs="Arial"/>
        </w:rPr>
      </w:pPr>
      <w:r w:rsidRPr="004C479B">
        <w:rPr>
          <w:rFonts w:ascii="Arial" w:hAnsi="Arial" w:cs="Arial"/>
          <w:b/>
          <w:bCs/>
        </w:rPr>
        <w:t xml:space="preserve">Podpis vlagatelja:________________________ </w:t>
      </w:r>
    </w:p>
    <w:p w14:paraId="2B8E229E" w14:textId="77777777" w:rsidR="00361513" w:rsidRPr="004C479B" w:rsidRDefault="00361513" w:rsidP="00361513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6D2C871" w14:textId="77777777" w:rsidR="00B607B7" w:rsidRPr="004C479B" w:rsidRDefault="00B607B7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F603DA3" w14:textId="77777777" w:rsidR="00B607B7" w:rsidRPr="004C479B" w:rsidRDefault="00B607B7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A2984F6" w14:textId="77777777" w:rsidR="004C479B" w:rsidRPr="004C479B" w:rsidRDefault="004C479B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5DE96AC" w14:textId="77777777" w:rsidR="004C479B" w:rsidRPr="004C479B" w:rsidRDefault="004C479B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747455C" w14:textId="77777777" w:rsidR="004C479B" w:rsidRPr="004C479B" w:rsidRDefault="004C479B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43CC473" w14:textId="77777777" w:rsidR="004C479B" w:rsidRPr="004C479B" w:rsidRDefault="004C479B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A492427" w14:textId="77777777" w:rsidR="004C479B" w:rsidRPr="004C479B" w:rsidRDefault="004C479B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2FCC4BB" w14:textId="77777777" w:rsidR="004C479B" w:rsidRPr="004C479B" w:rsidRDefault="004C479B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6142E99" w14:textId="77777777" w:rsidR="00B607B7" w:rsidRPr="004C479B" w:rsidRDefault="00B607B7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C479B">
        <w:rPr>
          <w:rFonts w:ascii="Arial" w:hAnsi="Arial" w:cs="Arial"/>
          <w:sz w:val="20"/>
          <w:szCs w:val="20"/>
        </w:rPr>
        <w:lastRenderedPageBreak/>
        <w:t xml:space="preserve">Za obravnavo vloge so potrebna naslednja dokazila in dokumentacija: </w:t>
      </w:r>
    </w:p>
    <w:p w14:paraId="0F4C764E" w14:textId="77777777" w:rsidR="004C479B" w:rsidRPr="004C479B" w:rsidRDefault="004C479B" w:rsidP="00B607B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3635632" w14:textId="77777777" w:rsidR="004C479B" w:rsidRPr="004C479B" w:rsidRDefault="004C479B" w:rsidP="004C479B">
      <w:pPr>
        <w:overflowPunct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4C479B">
        <w:rPr>
          <w:rFonts w:ascii="Arial" w:hAnsi="Arial" w:cs="Arial"/>
          <w:sz w:val="20"/>
          <w:szCs w:val="20"/>
        </w:rPr>
        <w:t>Za Podukrep 1.1:  Posodabljanje kmetijskih gospodarstev:</w:t>
      </w:r>
    </w:p>
    <w:p w14:paraId="14EE7710" w14:textId="77777777" w:rsidR="004C479B" w:rsidRPr="004C479B" w:rsidRDefault="004C479B" w:rsidP="004C479B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>predložitev ustreznega dovoljenja za izvedbo investicije, če je s predpisi s področja gradnje objektov to potrebno;</w:t>
      </w:r>
    </w:p>
    <w:p w14:paraId="1B5A4B73" w14:textId="77777777" w:rsidR="004C479B" w:rsidRPr="004C479B" w:rsidRDefault="004C479B" w:rsidP="004C479B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>predložitev projektne dokumentacije za izvedbo naložbe, predračuni/računi o stroških povezanih z naložbo, kadar so upravičeni do sofinanciranja;</w:t>
      </w:r>
    </w:p>
    <w:p w14:paraId="720D3BD0" w14:textId="77777777" w:rsidR="004C479B" w:rsidRPr="004C479B" w:rsidRDefault="004C479B" w:rsidP="004C479B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>za naložbo, v zvezi s katero mora biti opravljena presoja vplivov na okolje v skladu s predpisi o posegih v okolje, za katere je treba izvesti presojo vplivov na okolje, mora biti navedena presoja opravljena še pred datumom dodelitve individualne pomoči in pridobljeno soglasje za zadevni naložbeni projekt;</w:t>
      </w:r>
    </w:p>
    <w:p w14:paraId="00BC8DE2" w14:textId="77777777" w:rsidR="004C479B" w:rsidRPr="004C479B" w:rsidRDefault="004C479B" w:rsidP="004C479B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>ponudba oziroma predračun za načrtovano naložbo;</w:t>
      </w:r>
    </w:p>
    <w:p w14:paraId="5C9BB931" w14:textId="77777777" w:rsidR="004C479B" w:rsidRPr="004C479B" w:rsidRDefault="004C479B" w:rsidP="004C479B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>predložitev oddane zbirne vloge (subvencijska vloga) v tekočem oziroma preteklem letu, če rok za oddajo zbirne vloge v tekočem letu še ni potekel;</w:t>
      </w:r>
    </w:p>
    <w:p w14:paraId="5D1C7F71" w14:textId="77777777" w:rsidR="004C479B" w:rsidRPr="004C479B" w:rsidRDefault="004C479B" w:rsidP="004C479B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>mnenje o upravičenosti in ekonomičnosti investicije, ki ga pripravi pristojna strokovna služba.</w:t>
      </w:r>
    </w:p>
    <w:p w14:paraId="2951F3E9" w14:textId="77777777" w:rsidR="004C479B" w:rsidRPr="004C479B" w:rsidRDefault="004C479B" w:rsidP="004C479B">
      <w:pPr>
        <w:overflowPunct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4806EDA9" w14:textId="77777777" w:rsidR="004C479B" w:rsidRPr="004C479B" w:rsidRDefault="004C479B" w:rsidP="004C479B">
      <w:pPr>
        <w:overflowPunct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4CD85931" w14:textId="77777777" w:rsidR="004C479B" w:rsidRPr="004C479B" w:rsidRDefault="004C479B" w:rsidP="004C479B">
      <w:pPr>
        <w:overflowPunct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4C479B">
        <w:rPr>
          <w:rFonts w:ascii="Arial" w:hAnsi="Arial" w:cs="Arial"/>
          <w:sz w:val="20"/>
          <w:szCs w:val="20"/>
        </w:rPr>
        <w:t>Za Podukrep 1.2:  Urejanje kmetijskih zemljišč in pašnikov</w:t>
      </w:r>
    </w:p>
    <w:p w14:paraId="22E27CC0" w14:textId="77777777" w:rsidR="004C479B" w:rsidRPr="004C479B" w:rsidRDefault="004C479B" w:rsidP="004C479B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 xml:space="preserve">ustrezna dovoljenja oziroma projektna dokumentacija za izvedbo naložbe ter dokazila (predračun/račun) glede upravičenih stroškov do sofinanciranja; </w:t>
      </w:r>
    </w:p>
    <w:p w14:paraId="65D8A452" w14:textId="77777777" w:rsidR="004C479B" w:rsidRPr="004C479B" w:rsidRDefault="004C479B" w:rsidP="004C479B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>predračun, račun oziroma dokazila o plačilu stroškov za projektno dokumentacijo, za katere se uveljavlja pomoč;</w:t>
      </w:r>
    </w:p>
    <w:p w14:paraId="4324BE12" w14:textId="77777777" w:rsidR="004C479B" w:rsidRPr="004C479B" w:rsidRDefault="004C479B" w:rsidP="004C479B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>kopija katastrskega načrta in program del, ki ga pripravi pristojna strokovna služba, kadar je predmet podpore ureditev kmetijskih zemljišč ali nezahtevna agromelioracija;</w:t>
      </w:r>
    </w:p>
    <w:p w14:paraId="739CA209" w14:textId="77777777" w:rsidR="004C479B" w:rsidRPr="004C479B" w:rsidRDefault="004C479B" w:rsidP="004C479B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>za naložbo, v zvezi s katero mora biti opravljena presoja vplivov na okolje v skladu s predpisi o posegih v okolje, za katere je treba izvesti presojo vplivov na okolje, mora biti navedena presoja opravljena še pred datumom dodelitve individualne pomoči in pridobljeno soglasje za zadevni naložbeni projekt;</w:t>
      </w:r>
    </w:p>
    <w:p w14:paraId="5B0129E1" w14:textId="77777777" w:rsidR="004C479B" w:rsidRPr="004C479B" w:rsidRDefault="004C479B" w:rsidP="004C479B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>urejanje kmetijskih zemljišč in pašnikov se mora izvajati najmanj na 0,5 hektar kmetijskih zemljišč v uporabi;</w:t>
      </w:r>
    </w:p>
    <w:p w14:paraId="56B08B42" w14:textId="77777777" w:rsidR="004C479B" w:rsidRPr="004C479B" w:rsidRDefault="004C479B" w:rsidP="004C479B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4C479B">
        <w:rPr>
          <w:rFonts w:ascii="Arial" w:hAnsi="Arial" w:cs="Arial"/>
          <w:bCs/>
          <w:sz w:val="20"/>
          <w:szCs w:val="20"/>
        </w:rPr>
        <w:t>dovoljenje lastnika zemljišča za izvedbo naložbe v primeru zakupa zemljišča.</w:t>
      </w:r>
    </w:p>
    <w:p w14:paraId="4DDB39BE" w14:textId="77777777" w:rsidR="00B607B7" w:rsidRPr="004C479B" w:rsidRDefault="00B607B7" w:rsidP="00B607B7">
      <w:pPr>
        <w:jc w:val="both"/>
        <w:rPr>
          <w:rFonts w:ascii="Arial" w:hAnsi="Arial" w:cs="Arial"/>
          <w:szCs w:val="20"/>
        </w:rPr>
      </w:pPr>
    </w:p>
    <w:p w14:paraId="6E4314E6" w14:textId="77777777" w:rsidR="00C36A75" w:rsidRPr="00A030B6" w:rsidRDefault="00C36A75" w:rsidP="0036499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A030B6">
        <w:rPr>
          <w:rFonts w:ascii="Arial" w:hAnsi="Arial" w:cs="Arial"/>
        </w:rPr>
        <w:t xml:space="preserve"> </w:t>
      </w:r>
    </w:p>
    <w:p w14:paraId="1E85A475" w14:textId="77777777" w:rsidR="00C36A75" w:rsidRPr="00DB3FF5" w:rsidRDefault="00C36A75" w:rsidP="00C36A75">
      <w:pPr>
        <w:rPr>
          <w:color w:val="000000"/>
          <w:sz w:val="20"/>
          <w:szCs w:val="20"/>
        </w:rPr>
      </w:pPr>
    </w:p>
    <w:sectPr w:rsidR="00C36A75" w:rsidRPr="00DB3FF5" w:rsidSect="00E86D9B">
      <w:headerReference w:type="default" r:id="rId9"/>
      <w:type w:val="continuous"/>
      <w:pgSz w:w="11906" w:h="16838"/>
      <w:pgMar w:top="1618" w:right="851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F0446" w14:textId="77777777" w:rsidR="00646CD1" w:rsidRDefault="00646CD1">
      <w:r>
        <w:separator/>
      </w:r>
    </w:p>
  </w:endnote>
  <w:endnote w:type="continuationSeparator" w:id="0">
    <w:p w14:paraId="3D8CEEDE" w14:textId="77777777" w:rsidR="00646CD1" w:rsidRDefault="0064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401A7" w14:textId="0DAA6897" w:rsidR="00FF2AD9" w:rsidRDefault="00FF2AD9" w:rsidP="001478A7">
    <w:pPr>
      <w:pStyle w:val="Noga"/>
    </w:pPr>
    <w:r w:rsidRPr="00332C74">
      <w:rPr>
        <w:rFonts w:ascii="Arial Narrow" w:hAnsi="Arial Narrow"/>
        <w:color w:val="333333"/>
        <w:sz w:val="20"/>
        <w:szCs w:val="20"/>
      </w:rPr>
      <w:fldChar w:fldCharType="begin"/>
    </w:r>
    <w:r w:rsidRPr="00332C74">
      <w:rPr>
        <w:rFonts w:ascii="Arial Narrow" w:hAnsi="Arial Narrow"/>
        <w:color w:val="333333"/>
        <w:sz w:val="20"/>
        <w:szCs w:val="20"/>
      </w:rPr>
      <w:instrText xml:space="preserve"> FILENAME </w:instrText>
    </w:r>
    <w:r w:rsidRPr="00332C74">
      <w:rPr>
        <w:rFonts w:ascii="Arial Narrow" w:hAnsi="Arial Narrow"/>
        <w:color w:val="333333"/>
        <w:sz w:val="20"/>
        <w:szCs w:val="20"/>
      </w:rPr>
      <w:fldChar w:fldCharType="separate"/>
    </w:r>
    <w:r w:rsidR="006F57F0">
      <w:rPr>
        <w:rFonts w:ascii="Arial Narrow" w:hAnsi="Arial Narrow"/>
        <w:noProof/>
        <w:color w:val="333333"/>
        <w:sz w:val="20"/>
        <w:szCs w:val="20"/>
      </w:rPr>
      <w:t>vloga ukrep 1 - pomoč za naložbe</w:t>
    </w:r>
    <w:r w:rsidRPr="00332C74">
      <w:rPr>
        <w:rFonts w:ascii="Arial Narrow" w:hAnsi="Arial Narrow"/>
        <w:color w:val="333333"/>
        <w:sz w:val="20"/>
        <w:szCs w:val="20"/>
      </w:rPr>
      <w:fldChar w:fldCharType="end"/>
    </w:r>
    <w:r>
      <w:tab/>
    </w:r>
    <w:r>
      <w:tab/>
    </w:r>
    <w:r w:rsidRPr="00332C74">
      <w:rPr>
        <w:rFonts w:ascii="Arial Narrow" w:hAnsi="Arial Narrow"/>
        <w:color w:val="333333"/>
        <w:sz w:val="20"/>
        <w:szCs w:val="20"/>
      </w:rPr>
      <w:t xml:space="preserve">Stran </w:t>
    </w:r>
    <w:r w:rsidRPr="00332C74">
      <w:rPr>
        <w:rStyle w:val="tevilkastrani"/>
        <w:rFonts w:ascii="Arial Narrow" w:hAnsi="Arial Narrow"/>
        <w:color w:val="333333"/>
        <w:sz w:val="20"/>
        <w:szCs w:val="20"/>
      </w:rPr>
      <w:fldChar w:fldCharType="begin"/>
    </w:r>
    <w:r w:rsidRPr="00332C74">
      <w:rPr>
        <w:rStyle w:val="tevilkastrani"/>
        <w:rFonts w:ascii="Arial Narrow" w:hAnsi="Arial Narrow"/>
        <w:color w:val="333333"/>
        <w:sz w:val="20"/>
        <w:szCs w:val="20"/>
      </w:rPr>
      <w:instrText xml:space="preserve"> PAGE </w:instrText>
    </w:r>
    <w:r w:rsidRPr="00332C74">
      <w:rPr>
        <w:rStyle w:val="tevilkastrani"/>
        <w:rFonts w:ascii="Arial Narrow" w:hAnsi="Arial Narrow"/>
        <w:color w:val="333333"/>
        <w:sz w:val="20"/>
        <w:szCs w:val="20"/>
      </w:rPr>
      <w:fldChar w:fldCharType="separate"/>
    </w:r>
    <w:r w:rsidR="00526077">
      <w:rPr>
        <w:rStyle w:val="tevilkastrani"/>
        <w:rFonts w:ascii="Arial Narrow" w:hAnsi="Arial Narrow"/>
        <w:noProof/>
        <w:color w:val="333333"/>
        <w:sz w:val="20"/>
        <w:szCs w:val="20"/>
      </w:rPr>
      <w:t>5</w:t>
    </w:r>
    <w:r w:rsidRPr="00332C74">
      <w:rPr>
        <w:rStyle w:val="tevilkastrani"/>
        <w:rFonts w:ascii="Arial Narrow" w:hAnsi="Arial Narrow"/>
        <w:color w:val="333333"/>
        <w:sz w:val="20"/>
        <w:szCs w:val="20"/>
      </w:rPr>
      <w:fldChar w:fldCharType="end"/>
    </w:r>
    <w:r w:rsidRPr="00332C74">
      <w:rPr>
        <w:rStyle w:val="tevilkastrani"/>
        <w:rFonts w:ascii="Arial Narrow" w:hAnsi="Arial Narrow"/>
        <w:color w:val="333333"/>
        <w:sz w:val="20"/>
        <w:szCs w:val="20"/>
      </w:rPr>
      <w:t>/</w:t>
    </w:r>
    <w:r w:rsidRPr="00332C74">
      <w:rPr>
        <w:rStyle w:val="tevilkastrani"/>
        <w:rFonts w:ascii="Arial Narrow" w:hAnsi="Arial Narrow"/>
        <w:color w:val="333333"/>
        <w:sz w:val="20"/>
        <w:szCs w:val="20"/>
      </w:rPr>
      <w:fldChar w:fldCharType="begin"/>
    </w:r>
    <w:r w:rsidRPr="00332C74">
      <w:rPr>
        <w:rStyle w:val="tevilkastrani"/>
        <w:rFonts w:ascii="Arial Narrow" w:hAnsi="Arial Narrow"/>
        <w:color w:val="333333"/>
        <w:sz w:val="20"/>
        <w:szCs w:val="20"/>
      </w:rPr>
      <w:instrText xml:space="preserve"> NUMPAGES </w:instrText>
    </w:r>
    <w:r w:rsidRPr="00332C74">
      <w:rPr>
        <w:rStyle w:val="tevilkastrani"/>
        <w:rFonts w:ascii="Arial Narrow" w:hAnsi="Arial Narrow"/>
        <w:color w:val="333333"/>
        <w:sz w:val="20"/>
        <w:szCs w:val="20"/>
      </w:rPr>
      <w:fldChar w:fldCharType="separate"/>
    </w:r>
    <w:r w:rsidR="00526077">
      <w:rPr>
        <w:rStyle w:val="tevilkastrani"/>
        <w:rFonts w:ascii="Arial Narrow" w:hAnsi="Arial Narrow"/>
        <w:noProof/>
        <w:color w:val="333333"/>
        <w:sz w:val="20"/>
        <w:szCs w:val="20"/>
      </w:rPr>
      <w:t>5</w:t>
    </w:r>
    <w:r w:rsidRPr="00332C74">
      <w:rPr>
        <w:rStyle w:val="tevilkastrani"/>
        <w:rFonts w:ascii="Arial Narrow" w:hAnsi="Arial Narrow"/>
        <w:color w:val="333333"/>
        <w:sz w:val="20"/>
        <w:szCs w:val="20"/>
      </w:rPr>
      <w:fldChar w:fldCharType="end"/>
    </w:r>
    <w:r w:rsidRPr="00FF2AD9">
      <w:rPr>
        <w:color w:val="333333"/>
      </w:rPr>
      <w:t xml:space="preserve"> </w:t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  <w:t>m:ka:</w:t>
    </w:r>
    <w:r>
      <w:rPr>
        <w:vanish/>
      </w:rPr>
      <w:cr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94BD4" w14:textId="77777777" w:rsidR="00646CD1" w:rsidRDefault="00646CD1">
      <w:r>
        <w:separator/>
      </w:r>
    </w:p>
  </w:footnote>
  <w:footnote w:type="continuationSeparator" w:id="0">
    <w:p w14:paraId="38F531C7" w14:textId="77777777" w:rsidR="00646CD1" w:rsidRDefault="00646CD1">
      <w:r>
        <w:continuationSeparator/>
      </w:r>
    </w:p>
  </w:footnote>
  <w:footnote w:id="1">
    <w:p w14:paraId="5D9737BC" w14:textId="77777777" w:rsidR="00FF69AA" w:rsidRPr="00FF69AA" w:rsidRDefault="00FF69AA">
      <w:pPr>
        <w:pStyle w:val="Sprotnaopomba-besedilo"/>
        <w:rPr>
          <w:rFonts w:ascii="Arial" w:hAnsi="Arial" w:cs="Arial"/>
          <w:sz w:val="18"/>
          <w:szCs w:val="18"/>
        </w:rPr>
      </w:pPr>
      <w:r>
        <w:rPr>
          <w:rStyle w:val="Sprotnaopomba-sklic"/>
        </w:rPr>
        <w:footnoteRef/>
      </w:r>
      <w:r>
        <w:t xml:space="preserve"> </w:t>
      </w:r>
      <w:r w:rsidRPr="00FF69AA">
        <w:rPr>
          <w:rFonts w:ascii="Arial" w:hAnsi="Arial" w:cs="Arial"/>
          <w:sz w:val="18"/>
          <w:szCs w:val="18"/>
        </w:rPr>
        <w:t>Podpisano izjavo potrebuje izplačevalec kmetijske subvencije (občina) zaradi obračuna akontacije dohodnine kmetijske subvencije kmetijskim gospodarstvom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A12A6" w14:textId="2CB08007" w:rsidR="00FF2AD9" w:rsidRDefault="006F57F0" w:rsidP="00401624">
    <w:pPr>
      <w:pStyle w:val="Glava"/>
      <w:jc w:val="center"/>
    </w:pPr>
    <w:r>
      <w:rPr>
        <w:noProof/>
      </w:rPr>
      <w:drawing>
        <wp:inline distT="0" distB="0" distL="0" distR="0" wp14:anchorId="0914EA28" wp14:editId="037B4FC9">
          <wp:extent cx="1809750" cy="148590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372BC" w14:textId="624693C7" w:rsidR="00FF2AD9" w:rsidRDefault="006F57F0" w:rsidP="00160F8E">
    <w:pPr>
      <w:pStyle w:val="Glava"/>
      <w:jc w:val="center"/>
    </w:pPr>
    <w:r>
      <w:rPr>
        <w:noProof/>
      </w:rPr>
      <w:drawing>
        <wp:inline distT="0" distB="0" distL="0" distR="0" wp14:anchorId="0267A7A6" wp14:editId="47FD7A38">
          <wp:extent cx="466725" cy="514350"/>
          <wp:effectExtent l="0" t="0" r="0" b="0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959454" w14:textId="77777777" w:rsidR="009F3A76" w:rsidRDefault="009F3A76" w:rsidP="00160F8E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35AF8E"/>
    <w:multiLevelType w:val="hybridMultilevel"/>
    <w:tmpl w:val="83F910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1A7281"/>
    <w:multiLevelType w:val="hybridMultilevel"/>
    <w:tmpl w:val="4BEF2D26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A4A1EA76"/>
    <w:multiLevelType w:val="hybridMultilevel"/>
    <w:tmpl w:val="B52325E8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AA66CB48"/>
    <w:multiLevelType w:val="hybridMultilevel"/>
    <w:tmpl w:val="2C269D4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32B97FD"/>
    <w:multiLevelType w:val="hybridMultilevel"/>
    <w:tmpl w:val="23194ED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F3C02F4"/>
    <w:multiLevelType w:val="hybridMultilevel"/>
    <w:tmpl w:val="06C83C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3178C69"/>
    <w:multiLevelType w:val="hybridMultilevel"/>
    <w:tmpl w:val="DBF803BB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4247D1E"/>
    <w:multiLevelType w:val="hybridMultilevel"/>
    <w:tmpl w:val="8AD6A364"/>
    <w:lvl w:ilvl="0" w:tplc="BF2A68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D610F7"/>
    <w:multiLevelType w:val="hybridMultilevel"/>
    <w:tmpl w:val="FDE4CC62"/>
    <w:lvl w:ilvl="0" w:tplc="BF2A68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F7247CC"/>
    <w:multiLevelType w:val="hybridMultilevel"/>
    <w:tmpl w:val="6498A6E6"/>
    <w:lvl w:ilvl="0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490"/>
        </w:tabs>
        <w:ind w:left="2490" w:hanging="69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046F48D"/>
    <w:multiLevelType w:val="hybridMultilevel"/>
    <w:tmpl w:val="E1ECF27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44B4760"/>
    <w:multiLevelType w:val="hybridMultilevel"/>
    <w:tmpl w:val="EAF41BC2"/>
    <w:lvl w:ilvl="0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F620CB"/>
    <w:multiLevelType w:val="hybridMultilevel"/>
    <w:tmpl w:val="A07EA6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A19E4"/>
    <w:multiLevelType w:val="hybridMultilevel"/>
    <w:tmpl w:val="CB0660DE"/>
    <w:lvl w:ilvl="0" w:tplc="208AAF74">
      <w:start w:val="3"/>
      <w:numFmt w:val="bullet"/>
      <w:lvlText w:val="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BEBA775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65D04"/>
    <w:multiLevelType w:val="hybridMultilevel"/>
    <w:tmpl w:val="4DBA3F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CB7B6C"/>
    <w:multiLevelType w:val="hybridMultilevel"/>
    <w:tmpl w:val="C286251C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26072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F920D9"/>
    <w:multiLevelType w:val="hybridMultilevel"/>
    <w:tmpl w:val="BAC0E7E0"/>
    <w:lvl w:ilvl="0" w:tplc="0424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516097"/>
    <w:multiLevelType w:val="hybridMultilevel"/>
    <w:tmpl w:val="9234486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B49EA"/>
    <w:multiLevelType w:val="hybridMultilevel"/>
    <w:tmpl w:val="16C6088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E0358CD"/>
    <w:multiLevelType w:val="hybridMultilevel"/>
    <w:tmpl w:val="90269738"/>
    <w:lvl w:ilvl="0" w:tplc="E29E6080">
      <w:start w:val="2"/>
      <w:numFmt w:val="decimal"/>
      <w:lvlText w:val="%1."/>
      <w:lvlJc w:val="left"/>
      <w:pPr>
        <w:tabs>
          <w:tab w:val="num" w:pos="336"/>
        </w:tabs>
        <w:ind w:left="336" w:hanging="360"/>
      </w:pPr>
    </w:lvl>
    <w:lvl w:ilvl="1" w:tplc="8BD4DB8A">
      <w:start w:val="4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92C9B0"/>
    <w:multiLevelType w:val="hybridMultilevel"/>
    <w:tmpl w:val="848D6EC9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13523B8"/>
    <w:multiLevelType w:val="hybridMultilevel"/>
    <w:tmpl w:val="A0EFEBA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1C97D35"/>
    <w:multiLevelType w:val="hybridMultilevel"/>
    <w:tmpl w:val="81CACABE"/>
    <w:lvl w:ilvl="0" w:tplc="41420D52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633177"/>
    <w:multiLevelType w:val="hybridMultilevel"/>
    <w:tmpl w:val="A5C64A7A"/>
    <w:lvl w:ilvl="0" w:tplc="0424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FBA2260">
      <w:numFmt w:val="bullet"/>
      <w:lvlText w:val="-"/>
      <w:lvlJc w:val="left"/>
      <w:pPr>
        <w:tabs>
          <w:tab w:val="num" w:pos="2490"/>
        </w:tabs>
        <w:ind w:left="2490" w:hanging="69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86E672E"/>
    <w:multiLevelType w:val="hybridMultilevel"/>
    <w:tmpl w:val="245401A0"/>
    <w:lvl w:ilvl="0" w:tplc="1FA43E5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224903"/>
    <w:multiLevelType w:val="hybridMultilevel"/>
    <w:tmpl w:val="88F8F48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1D4DF5"/>
    <w:multiLevelType w:val="hybridMultilevel"/>
    <w:tmpl w:val="D7429B54"/>
    <w:lvl w:ilvl="0" w:tplc="8BD4DB8A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589660"/>
    <w:multiLevelType w:val="hybridMultilevel"/>
    <w:tmpl w:val="4544C4A3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61194F48"/>
    <w:multiLevelType w:val="multilevel"/>
    <w:tmpl w:val="881C04B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5"/>
      <w:numFmt w:val="decimal"/>
      <w:lvlText w:val="%1.%2"/>
      <w:lvlJc w:val="left"/>
      <w:pPr>
        <w:tabs>
          <w:tab w:val="num" w:pos="366"/>
        </w:tabs>
        <w:ind w:left="366" w:hanging="390"/>
      </w:pPr>
    </w:lvl>
    <w:lvl w:ilvl="2">
      <w:start w:val="1"/>
      <w:numFmt w:val="decimal"/>
      <w:lvlText w:val="%1.%2.%3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1.%2.%3.%4"/>
      <w:lvlJc w:val="left"/>
      <w:pPr>
        <w:tabs>
          <w:tab w:val="num" w:pos="648"/>
        </w:tabs>
        <w:ind w:left="648" w:hanging="720"/>
      </w:pPr>
    </w:lvl>
    <w:lvl w:ilvl="4">
      <w:start w:val="1"/>
      <w:numFmt w:val="decimal"/>
      <w:lvlText w:val="%1.%2.%3.%4.%5"/>
      <w:lvlJc w:val="left"/>
      <w:pPr>
        <w:tabs>
          <w:tab w:val="num" w:pos="984"/>
        </w:tabs>
        <w:ind w:left="984" w:hanging="1080"/>
      </w:pPr>
    </w:lvl>
    <w:lvl w:ilvl="5">
      <w:start w:val="1"/>
      <w:numFmt w:val="decimal"/>
      <w:lvlText w:val="%1.%2.%3.%4.%5.%6"/>
      <w:lvlJc w:val="left"/>
      <w:pPr>
        <w:tabs>
          <w:tab w:val="num" w:pos="960"/>
        </w:tabs>
        <w:ind w:left="9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272"/>
        </w:tabs>
        <w:ind w:left="127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48"/>
        </w:tabs>
        <w:ind w:left="1248" w:hanging="1440"/>
      </w:pPr>
    </w:lvl>
  </w:abstractNum>
  <w:abstractNum w:abstractNumId="29" w15:restartNumberingAfterBreak="0">
    <w:nsid w:val="63173A03"/>
    <w:multiLevelType w:val="hybridMultilevel"/>
    <w:tmpl w:val="97DC471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7556B2"/>
    <w:multiLevelType w:val="hybridMultilevel"/>
    <w:tmpl w:val="68FC156A"/>
    <w:lvl w:ilvl="0" w:tplc="41420D52"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5844FF"/>
    <w:multiLevelType w:val="hybridMultilevel"/>
    <w:tmpl w:val="7FE61C9C"/>
    <w:lvl w:ilvl="0" w:tplc="8BD4DB8A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261E00"/>
    <w:multiLevelType w:val="hybridMultilevel"/>
    <w:tmpl w:val="368ABF9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D73CB7"/>
    <w:multiLevelType w:val="hybridMultilevel"/>
    <w:tmpl w:val="8BF014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C0EA5"/>
    <w:multiLevelType w:val="multilevel"/>
    <w:tmpl w:val="207E0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36"/>
        </w:tabs>
        <w:ind w:left="336" w:hanging="360"/>
      </w:pPr>
    </w:lvl>
    <w:lvl w:ilvl="2">
      <w:start w:val="1"/>
      <w:numFmt w:val="decimal"/>
      <w:lvlText w:val="%1.%2.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1.%2.%3.%4."/>
      <w:lvlJc w:val="left"/>
      <w:pPr>
        <w:tabs>
          <w:tab w:val="num" w:pos="648"/>
        </w:tabs>
        <w:ind w:left="648" w:hanging="720"/>
      </w:pPr>
    </w:lvl>
    <w:lvl w:ilvl="4">
      <w:start w:val="1"/>
      <w:numFmt w:val="decimal"/>
      <w:lvlText w:val="%1.%2.%3.%4.%5."/>
      <w:lvlJc w:val="left"/>
      <w:pPr>
        <w:tabs>
          <w:tab w:val="num" w:pos="984"/>
        </w:tabs>
        <w:ind w:left="984" w:hanging="1080"/>
      </w:pPr>
    </w:lvl>
    <w:lvl w:ilvl="5">
      <w:start w:val="1"/>
      <w:numFmt w:val="decimal"/>
      <w:lvlText w:val="%1.%2.%3.%4.%5.%6."/>
      <w:lvlJc w:val="left"/>
      <w:pPr>
        <w:tabs>
          <w:tab w:val="num" w:pos="960"/>
        </w:tabs>
        <w:ind w:left="9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72"/>
        </w:tabs>
        <w:ind w:left="12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608"/>
        </w:tabs>
        <w:ind w:left="1608" w:hanging="1800"/>
      </w:pPr>
    </w:lvl>
  </w:abstractNum>
  <w:abstractNum w:abstractNumId="35" w15:restartNumberingAfterBreak="0">
    <w:nsid w:val="79F27CAD"/>
    <w:multiLevelType w:val="hybridMultilevel"/>
    <w:tmpl w:val="6087894D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 w16cid:durableId="1087462667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378015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615939870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497967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534658672">
    <w:abstractNumId w:val="2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61544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3241380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723953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501123042">
    <w:abstractNumId w:val="1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4816320">
    <w:abstractNumId w:val="3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2020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450879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90699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3522027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3700607">
    <w:abstractNumId w:val="21"/>
  </w:num>
  <w:num w:numId="16" w16cid:durableId="1332641245">
    <w:abstractNumId w:val="4"/>
  </w:num>
  <w:num w:numId="17" w16cid:durableId="1821533344">
    <w:abstractNumId w:val="0"/>
  </w:num>
  <w:num w:numId="18" w16cid:durableId="369426459">
    <w:abstractNumId w:val="10"/>
  </w:num>
  <w:num w:numId="19" w16cid:durableId="923029904">
    <w:abstractNumId w:val="18"/>
  </w:num>
  <w:num w:numId="20" w16cid:durableId="1192648415">
    <w:abstractNumId w:val="5"/>
  </w:num>
  <w:num w:numId="21" w16cid:durableId="1308894437">
    <w:abstractNumId w:val="16"/>
  </w:num>
  <w:num w:numId="22" w16cid:durableId="212733503">
    <w:abstractNumId w:val="3"/>
  </w:num>
  <w:num w:numId="23" w16cid:durableId="1125661179">
    <w:abstractNumId w:val="32"/>
  </w:num>
  <w:num w:numId="24" w16cid:durableId="322590107">
    <w:abstractNumId w:val="7"/>
  </w:num>
  <w:num w:numId="25" w16cid:durableId="1897156104">
    <w:abstractNumId w:val="19"/>
  </w:num>
  <w:num w:numId="26" w16cid:durableId="1220634731">
    <w:abstractNumId w:val="17"/>
  </w:num>
  <w:num w:numId="27" w16cid:durableId="410347483">
    <w:abstractNumId w:val="29"/>
  </w:num>
  <w:num w:numId="28" w16cid:durableId="440032770">
    <w:abstractNumId w:val="23"/>
  </w:num>
  <w:num w:numId="29" w16cid:durableId="1231229701">
    <w:abstractNumId w:val="11"/>
  </w:num>
  <w:num w:numId="30" w16cid:durableId="1664508453">
    <w:abstractNumId w:val="13"/>
  </w:num>
  <w:num w:numId="31" w16cid:durableId="1709986943">
    <w:abstractNumId w:val="15"/>
  </w:num>
  <w:num w:numId="32" w16cid:durableId="1271399655">
    <w:abstractNumId w:val="22"/>
  </w:num>
  <w:num w:numId="33" w16cid:durableId="1224415074">
    <w:abstractNumId w:val="33"/>
  </w:num>
  <w:num w:numId="34" w16cid:durableId="805002084">
    <w:abstractNumId w:val="9"/>
  </w:num>
  <w:num w:numId="35" w16cid:durableId="1515416223">
    <w:abstractNumId w:val="25"/>
  </w:num>
  <w:num w:numId="36" w16cid:durableId="410397297">
    <w:abstractNumId w:val="30"/>
  </w:num>
  <w:num w:numId="37" w16cid:durableId="1558054284">
    <w:abstractNumId w:val="14"/>
  </w:num>
  <w:num w:numId="38" w16cid:durableId="19120409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F0"/>
    <w:rsid w:val="000041BE"/>
    <w:rsid w:val="00021D8A"/>
    <w:rsid w:val="000311A9"/>
    <w:rsid w:val="0003358F"/>
    <w:rsid w:val="00035630"/>
    <w:rsid w:val="0004130A"/>
    <w:rsid w:val="00043DDC"/>
    <w:rsid w:val="00053F92"/>
    <w:rsid w:val="00055334"/>
    <w:rsid w:val="00057A55"/>
    <w:rsid w:val="00066E8E"/>
    <w:rsid w:val="00071669"/>
    <w:rsid w:val="00072367"/>
    <w:rsid w:val="00094694"/>
    <w:rsid w:val="000952CD"/>
    <w:rsid w:val="00096814"/>
    <w:rsid w:val="000A42EF"/>
    <w:rsid w:val="000A63D1"/>
    <w:rsid w:val="000A7868"/>
    <w:rsid w:val="000A7FF6"/>
    <w:rsid w:val="000B0C55"/>
    <w:rsid w:val="000B5FD5"/>
    <w:rsid w:val="000C1DAD"/>
    <w:rsid w:val="000E28D6"/>
    <w:rsid w:val="000E68A0"/>
    <w:rsid w:val="000E79E4"/>
    <w:rsid w:val="000F1908"/>
    <w:rsid w:val="000F4358"/>
    <w:rsid w:val="000F5C1C"/>
    <w:rsid w:val="000F6077"/>
    <w:rsid w:val="00100C5E"/>
    <w:rsid w:val="00107623"/>
    <w:rsid w:val="0011142C"/>
    <w:rsid w:val="001121BE"/>
    <w:rsid w:val="00113BB4"/>
    <w:rsid w:val="0012380C"/>
    <w:rsid w:val="001311D4"/>
    <w:rsid w:val="0013272B"/>
    <w:rsid w:val="00146144"/>
    <w:rsid w:val="001478A7"/>
    <w:rsid w:val="00150F76"/>
    <w:rsid w:val="00160F8E"/>
    <w:rsid w:val="00161122"/>
    <w:rsid w:val="001613D0"/>
    <w:rsid w:val="0016453D"/>
    <w:rsid w:val="00167F93"/>
    <w:rsid w:val="00172114"/>
    <w:rsid w:val="0017535C"/>
    <w:rsid w:val="00175DAA"/>
    <w:rsid w:val="00192C52"/>
    <w:rsid w:val="00193AC9"/>
    <w:rsid w:val="00193AF4"/>
    <w:rsid w:val="00197046"/>
    <w:rsid w:val="001A423E"/>
    <w:rsid w:val="001C37AE"/>
    <w:rsid w:val="001C3C56"/>
    <w:rsid w:val="001C4560"/>
    <w:rsid w:val="001C615C"/>
    <w:rsid w:val="001D0B96"/>
    <w:rsid w:val="001D4601"/>
    <w:rsid w:val="001D6908"/>
    <w:rsid w:val="001E09E4"/>
    <w:rsid w:val="001E6DB0"/>
    <w:rsid w:val="001E75E8"/>
    <w:rsid w:val="001F20D7"/>
    <w:rsid w:val="001F4F37"/>
    <w:rsid w:val="001F69B3"/>
    <w:rsid w:val="001F70E5"/>
    <w:rsid w:val="00201A4B"/>
    <w:rsid w:val="002110DF"/>
    <w:rsid w:val="00213571"/>
    <w:rsid w:val="002137C3"/>
    <w:rsid w:val="002140DD"/>
    <w:rsid w:val="0022661B"/>
    <w:rsid w:val="00227C48"/>
    <w:rsid w:val="00231E52"/>
    <w:rsid w:val="00236C49"/>
    <w:rsid w:val="002376B0"/>
    <w:rsid w:val="002430E2"/>
    <w:rsid w:val="0024468A"/>
    <w:rsid w:val="00244DEA"/>
    <w:rsid w:val="0024700A"/>
    <w:rsid w:val="002525DE"/>
    <w:rsid w:val="00252934"/>
    <w:rsid w:val="00253EBB"/>
    <w:rsid w:val="00253F0F"/>
    <w:rsid w:val="002608F1"/>
    <w:rsid w:val="0026119B"/>
    <w:rsid w:val="00262D8E"/>
    <w:rsid w:val="00274FC2"/>
    <w:rsid w:val="00281D55"/>
    <w:rsid w:val="0028694F"/>
    <w:rsid w:val="00286FE0"/>
    <w:rsid w:val="00295DD2"/>
    <w:rsid w:val="00297073"/>
    <w:rsid w:val="002A2322"/>
    <w:rsid w:val="002A7B7C"/>
    <w:rsid w:val="002C3309"/>
    <w:rsid w:val="002D48EC"/>
    <w:rsid w:val="002E29A6"/>
    <w:rsid w:val="002F18E7"/>
    <w:rsid w:val="00311155"/>
    <w:rsid w:val="003134FD"/>
    <w:rsid w:val="003151EC"/>
    <w:rsid w:val="003168B3"/>
    <w:rsid w:val="00332C74"/>
    <w:rsid w:val="00336CB3"/>
    <w:rsid w:val="0035306C"/>
    <w:rsid w:val="00356784"/>
    <w:rsid w:val="00357E5B"/>
    <w:rsid w:val="00360643"/>
    <w:rsid w:val="00361513"/>
    <w:rsid w:val="00364993"/>
    <w:rsid w:val="0037130E"/>
    <w:rsid w:val="00373C47"/>
    <w:rsid w:val="0039037F"/>
    <w:rsid w:val="00395F43"/>
    <w:rsid w:val="0039762A"/>
    <w:rsid w:val="00397AF0"/>
    <w:rsid w:val="003B7D7D"/>
    <w:rsid w:val="003B7FF0"/>
    <w:rsid w:val="003C2530"/>
    <w:rsid w:val="003C48E4"/>
    <w:rsid w:val="003C6290"/>
    <w:rsid w:val="003C7144"/>
    <w:rsid w:val="003C7E41"/>
    <w:rsid w:val="003E0017"/>
    <w:rsid w:val="003E07F7"/>
    <w:rsid w:val="003E6508"/>
    <w:rsid w:val="003F5CEB"/>
    <w:rsid w:val="003F6A6E"/>
    <w:rsid w:val="00401624"/>
    <w:rsid w:val="00405268"/>
    <w:rsid w:val="004133BA"/>
    <w:rsid w:val="00445C0E"/>
    <w:rsid w:val="0044664B"/>
    <w:rsid w:val="00447486"/>
    <w:rsid w:val="00453C1B"/>
    <w:rsid w:val="00457747"/>
    <w:rsid w:val="004638C6"/>
    <w:rsid w:val="004722D7"/>
    <w:rsid w:val="00481972"/>
    <w:rsid w:val="004A0EF6"/>
    <w:rsid w:val="004A2CC4"/>
    <w:rsid w:val="004B2863"/>
    <w:rsid w:val="004B53FF"/>
    <w:rsid w:val="004B5704"/>
    <w:rsid w:val="004B5CAF"/>
    <w:rsid w:val="004C479B"/>
    <w:rsid w:val="004D218D"/>
    <w:rsid w:val="004E2862"/>
    <w:rsid w:val="004E719C"/>
    <w:rsid w:val="004F4630"/>
    <w:rsid w:val="00504A6A"/>
    <w:rsid w:val="00505BB4"/>
    <w:rsid w:val="00510B63"/>
    <w:rsid w:val="00513A93"/>
    <w:rsid w:val="005238DE"/>
    <w:rsid w:val="0052471E"/>
    <w:rsid w:val="00526077"/>
    <w:rsid w:val="00534D49"/>
    <w:rsid w:val="00540A8C"/>
    <w:rsid w:val="00540B9B"/>
    <w:rsid w:val="005460C4"/>
    <w:rsid w:val="005470CF"/>
    <w:rsid w:val="00556BBC"/>
    <w:rsid w:val="00557550"/>
    <w:rsid w:val="00561B94"/>
    <w:rsid w:val="00563BFC"/>
    <w:rsid w:val="00574A13"/>
    <w:rsid w:val="005830D9"/>
    <w:rsid w:val="0058384D"/>
    <w:rsid w:val="00584B61"/>
    <w:rsid w:val="00585CCF"/>
    <w:rsid w:val="00592BAA"/>
    <w:rsid w:val="005948BD"/>
    <w:rsid w:val="005A0DDE"/>
    <w:rsid w:val="005A1103"/>
    <w:rsid w:val="005B29C0"/>
    <w:rsid w:val="005B2F38"/>
    <w:rsid w:val="005B402E"/>
    <w:rsid w:val="005C0239"/>
    <w:rsid w:val="005D26C5"/>
    <w:rsid w:val="005D667B"/>
    <w:rsid w:val="005E0351"/>
    <w:rsid w:val="005F0C90"/>
    <w:rsid w:val="005F454D"/>
    <w:rsid w:val="00602F1B"/>
    <w:rsid w:val="006034E4"/>
    <w:rsid w:val="00606CD3"/>
    <w:rsid w:val="00606DED"/>
    <w:rsid w:val="006076B0"/>
    <w:rsid w:val="00610143"/>
    <w:rsid w:val="00610D01"/>
    <w:rsid w:val="0062016F"/>
    <w:rsid w:val="006235E2"/>
    <w:rsid w:val="00625D7B"/>
    <w:rsid w:val="00646CD1"/>
    <w:rsid w:val="00661E06"/>
    <w:rsid w:val="00667448"/>
    <w:rsid w:val="0067790F"/>
    <w:rsid w:val="00683CBB"/>
    <w:rsid w:val="00691BF3"/>
    <w:rsid w:val="00691F5F"/>
    <w:rsid w:val="006922AA"/>
    <w:rsid w:val="006968A0"/>
    <w:rsid w:val="006A2A96"/>
    <w:rsid w:val="006A4F3E"/>
    <w:rsid w:val="006A668F"/>
    <w:rsid w:val="006A7817"/>
    <w:rsid w:val="006B2209"/>
    <w:rsid w:val="006B3B48"/>
    <w:rsid w:val="006C0E3C"/>
    <w:rsid w:val="006D1681"/>
    <w:rsid w:val="006E00C1"/>
    <w:rsid w:val="006E6771"/>
    <w:rsid w:val="006F174B"/>
    <w:rsid w:val="006F57F0"/>
    <w:rsid w:val="006F72BB"/>
    <w:rsid w:val="00700374"/>
    <w:rsid w:val="00700DDF"/>
    <w:rsid w:val="00701364"/>
    <w:rsid w:val="00711C3E"/>
    <w:rsid w:val="00712256"/>
    <w:rsid w:val="00717927"/>
    <w:rsid w:val="00740828"/>
    <w:rsid w:val="00773591"/>
    <w:rsid w:val="007747B7"/>
    <w:rsid w:val="00777F94"/>
    <w:rsid w:val="00782657"/>
    <w:rsid w:val="007836FD"/>
    <w:rsid w:val="00791E4E"/>
    <w:rsid w:val="007A320E"/>
    <w:rsid w:val="007A443F"/>
    <w:rsid w:val="007B66B4"/>
    <w:rsid w:val="007C06FA"/>
    <w:rsid w:val="007C12B1"/>
    <w:rsid w:val="007C71A9"/>
    <w:rsid w:val="007D4747"/>
    <w:rsid w:val="007E56BF"/>
    <w:rsid w:val="007F12A9"/>
    <w:rsid w:val="007F1FA5"/>
    <w:rsid w:val="00811B2B"/>
    <w:rsid w:val="008323F8"/>
    <w:rsid w:val="00837006"/>
    <w:rsid w:val="0084403D"/>
    <w:rsid w:val="00854758"/>
    <w:rsid w:val="00860148"/>
    <w:rsid w:val="00863F26"/>
    <w:rsid w:val="00887169"/>
    <w:rsid w:val="008A48D4"/>
    <w:rsid w:val="008D107D"/>
    <w:rsid w:val="008D1E68"/>
    <w:rsid w:val="008D2B8B"/>
    <w:rsid w:val="008E0C7F"/>
    <w:rsid w:val="008E76E0"/>
    <w:rsid w:val="008E76EE"/>
    <w:rsid w:val="00905EC7"/>
    <w:rsid w:val="009074F2"/>
    <w:rsid w:val="00916CF5"/>
    <w:rsid w:val="00923C41"/>
    <w:rsid w:val="00924EB6"/>
    <w:rsid w:val="00935B9B"/>
    <w:rsid w:val="0094217C"/>
    <w:rsid w:val="00960A01"/>
    <w:rsid w:val="00966F9F"/>
    <w:rsid w:val="009839DA"/>
    <w:rsid w:val="0099644B"/>
    <w:rsid w:val="00996DC6"/>
    <w:rsid w:val="009A1C13"/>
    <w:rsid w:val="009A5326"/>
    <w:rsid w:val="009B035E"/>
    <w:rsid w:val="009B16B5"/>
    <w:rsid w:val="009C0130"/>
    <w:rsid w:val="009C6125"/>
    <w:rsid w:val="009D50C2"/>
    <w:rsid w:val="009E7BC1"/>
    <w:rsid w:val="009F3A76"/>
    <w:rsid w:val="00A030B6"/>
    <w:rsid w:val="00A05FF6"/>
    <w:rsid w:val="00A062B3"/>
    <w:rsid w:val="00A07C1A"/>
    <w:rsid w:val="00A11696"/>
    <w:rsid w:val="00A13E4E"/>
    <w:rsid w:val="00A24543"/>
    <w:rsid w:val="00A300D4"/>
    <w:rsid w:val="00A33C64"/>
    <w:rsid w:val="00A35AB0"/>
    <w:rsid w:val="00A35D3B"/>
    <w:rsid w:val="00A45642"/>
    <w:rsid w:val="00A46F8F"/>
    <w:rsid w:val="00A47550"/>
    <w:rsid w:val="00A529BC"/>
    <w:rsid w:val="00A5680C"/>
    <w:rsid w:val="00A7725E"/>
    <w:rsid w:val="00A854DC"/>
    <w:rsid w:val="00A95158"/>
    <w:rsid w:val="00A95E37"/>
    <w:rsid w:val="00A97C1C"/>
    <w:rsid w:val="00AA34E5"/>
    <w:rsid w:val="00AA410B"/>
    <w:rsid w:val="00AB5417"/>
    <w:rsid w:val="00AB578D"/>
    <w:rsid w:val="00AC7E9B"/>
    <w:rsid w:val="00AD087C"/>
    <w:rsid w:val="00AE3F73"/>
    <w:rsid w:val="00AE53ED"/>
    <w:rsid w:val="00AE5C6E"/>
    <w:rsid w:val="00AF0FD0"/>
    <w:rsid w:val="00AF23DC"/>
    <w:rsid w:val="00B106A9"/>
    <w:rsid w:val="00B15357"/>
    <w:rsid w:val="00B16677"/>
    <w:rsid w:val="00B16DCE"/>
    <w:rsid w:val="00B17B72"/>
    <w:rsid w:val="00B25014"/>
    <w:rsid w:val="00B252B3"/>
    <w:rsid w:val="00B431DA"/>
    <w:rsid w:val="00B4499C"/>
    <w:rsid w:val="00B44F89"/>
    <w:rsid w:val="00B45F38"/>
    <w:rsid w:val="00B564C8"/>
    <w:rsid w:val="00B607B7"/>
    <w:rsid w:val="00B60F95"/>
    <w:rsid w:val="00B62233"/>
    <w:rsid w:val="00B75C07"/>
    <w:rsid w:val="00B770AC"/>
    <w:rsid w:val="00BA1F9C"/>
    <w:rsid w:val="00BA221E"/>
    <w:rsid w:val="00BA232D"/>
    <w:rsid w:val="00BA6727"/>
    <w:rsid w:val="00BB2AFE"/>
    <w:rsid w:val="00BB438C"/>
    <w:rsid w:val="00BC3BE3"/>
    <w:rsid w:val="00BC3F6D"/>
    <w:rsid w:val="00BD0411"/>
    <w:rsid w:val="00BD08E1"/>
    <w:rsid w:val="00BD311E"/>
    <w:rsid w:val="00C0174D"/>
    <w:rsid w:val="00C01861"/>
    <w:rsid w:val="00C03A9E"/>
    <w:rsid w:val="00C10C8C"/>
    <w:rsid w:val="00C317A9"/>
    <w:rsid w:val="00C32397"/>
    <w:rsid w:val="00C36656"/>
    <w:rsid w:val="00C36A75"/>
    <w:rsid w:val="00C37F94"/>
    <w:rsid w:val="00C47022"/>
    <w:rsid w:val="00C55857"/>
    <w:rsid w:val="00C55DA0"/>
    <w:rsid w:val="00C612FF"/>
    <w:rsid w:val="00C730C2"/>
    <w:rsid w:val="00C771EB"/>
    <w:rsid w:val="00C84147"/>
    <w:rsid w:val="00C91DB8"/>
    <w:rsid w:val="00C92708"/>
    <w:rsid w:val="00C961E4"/>
    <w:rsid w:val="00CA7079"/>
    <w:rsid w:val="00CA7FD4"/>
    <w:rsid w:val="00CB2F96"/>
    <w:rsid w:val="00CB4DD6"/>
    <w:rsid w:val="00CC0CF5"/>
    <w:rsid w:val="00CD041F"/>
    <w:rsid w:val="00CD0732"/>
    <w:rsid w:val="00CD11C4"/>
    <w:rsid w:val="00CD45C0"/>
    <w:rsid w:val="00CE14EC"/>
    <w:rsid w:val="00CE152E"/>
    <w:rsid w:val="00CE44E3"/>
    <w:rsid w:val="00CE4E86"/>
    <w:rsid w:val="00CF510E"/>
    <w:rsid w:val="00CF5A59"/>
    <w:rsid w:val="00CF69CB"/>
    <w:rsid w:val="00CF73A8"/>
    <w:rsid w:val="00CF7F3D"/>
    <w:rsid w:val="00D0515F"/>
    <w:rsid w:val="00D1265D"/>
    <w:rsid w:val="00D20CD5"/>
    <w:rsid w:val="00D2126E"/>
    <w:rsid w:val="00D212F1"/>
    <w:rsid w:val="00D27698"/>
    <w:rsid w:val="00D27915"/>
    <w:rsid w:val="00D40D1D"/>
    <w:rsid w:val="00D54778"/>
    <w:rsid w:val="00D87B09"/>
    <w:rsid w:val="00D94CFC"/>
    <w:rsid w:val="00DA54D8"/>
    <w:rsid w:val="00DB0E89"/>
    <w:rsid w:val="00DB0F23"/>
    <w:rsid w:val="00DB3FF5"/>
    <w:rsid w:val="00DC748E"/>
    <w:rsid w:val="00DC7A4A"/>
    <w:rsid w:val="00DD1935"/>
    <w:rsid w:val="00DD2C51"/>
    <w:rsid w:val="00DD6476"/>
    <w:rsid w:val="00DE2FED"/>
    <w:rsid w:val="00DE59E1"/>
    <w:rsid w:val="00DF3B83"/>
    <w:rsid w:val="00DF6CF3"/>
    <w:rsid w:val="00E00CF6"/>
    <w:rsid w:val="00E0152B"/>
    <w:rsid w:val="00E0773A"/>
    <w:rsid w:val="00E07DBA"/>
    <w:rsid w:val="00E101E3"/>
    <w:rsid w:val="00E10F56"/>
    <w:rsid w:val="00E12582"/>
    <w:rsid w:val="00E13BFF"/>
    <w:rsid w:val="00E13DBB"/>
    <w:rsid w:val="00E21601"/>
    <w:rsid w:val="00E37BD8"/>
    <w:rsid w:val="00E37FC2"/>
    <w:rsid w:val="00E405A3"/>
    <w:rsid w:val="00E4353A"/>
    <w:rsid w:val="00E45627"/>
    <w:rsid w:val="00E45FE1"/>
    <w:rsid w:val="00E50353"/>
    <w:rsid w:val="00E53B5F"/>
    <w:rsid w:val="00E547C4"/>
    <w:rsid w:val="00E60BBD"/>
    <w:rsid w:val="00E64CE8"/>
    <w:rsid w:val="00E66097"/>
    <w:rsid w:val="00E70F7E"/>
    <w:rsid w:val="00E75FB6"/>
    <w:rsid w:val="00E82363"/>
    <w:rsid w:val="00E8305A"/>
    <w:rsid w:val="00E84BB9"/>
    <w:rsid w:val="00E86D9B"/>
    <w:rsid w:val="00E966B2"/>
    <w:rsid w:val="00EA45E5"/>
    <w:rsid w:val="00EB23B1"/>
    <w:rsid w:val="00EB2F27"/>
    <w:rsid w:val="00EB7FED"/>
    <w:rsid w:val="00EC1815"/>
    <w:rsid w:val="00ED4386"/>
    <w:rsid w:val="00ED7E2C"/>
    <w:rsid w:val="00EE50CE"/>
    <w:rsid w:val="00EF1B91"/>
    <w:rsid w:val="00EF2AE9"/>
    <w:rsid w:val="00EF3053"/>
    <w:rsid w:val="00EF6344"/>
    <w:rsid w:val="00F00FD7"/>
    <w:rsid w:val="00F02982"/>
    <w:rsid w:val="00F052F3"/>
    <w:rsid w:val="00F17923"/>
    <w:rsid w:val="00F21193"/>
    <w:rsid w:val="00F21EA1"/>
    <w:rsid w:val="00F22095"/>
    <w:rsid w:val="00F225E1"/>
    <w:rsid w:val="00F24902"/>
    <w:rsid w:val="00F353BE"/>
    <w:rsid w:val="00F35571"/>
    <w:rsid w:val="00F5154A"/>
    <w:rsid w:val="00F61E26"/>
    <w:rsid w:val="00F66D38"/>
    <w:rsid w:val="00F714B1"/>
    <w:rsid w:val="00F71DF0"/>
    <w:rsid w:val="00F7305B"/>
    <w:rsid w:val="00F734D8"/>
    <w:rsid w:val="00F9214A"/>
    <w:rsid w:val="00FA1795"/>
    <w:rsid w:val="00FA54DE"/>
    <w:rsid w:val="00FB20CE"/>
    <w:rsid w:val="00FB6DF9"/>
    <w:rsid w:val="00FC1797"/>
    <w:rsid w:val="00FD3C3B"/>
    <w:rsid w:val="00FE186E"/>
    <w:rsid w:val="00FE3D31"/>
    <w:rsid w:val="00FE4B7A"/>
    <w:rsid w:val="00FF0BA5"/>
    <w:rsid w:val="00FF2AD9"/>
    <w:rsid w:val="00FF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72BABE"/>
  <w15:chartTrackingRefBased/>
  <w15:docId w15:val="{C5947A9A-2DF3-40D0-8289-11B9B63A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styleId="Glava">
    <w:name w:val="header"/>
    <w:basedOn w:val="Navaden"/>
    <w:rsid w:val="0028694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8694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557550"/>
  </w:style>
  <w:style w:type="paragraph" w:styleId="Besedilooblaka">
    <w:name w:val="Balloon Text"/>
    <w:basedOn w:val="Navaden"/>
    <w:semiHidden/>
    <w:rsid w:val="00E86D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D08E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mrea">
    <w:name w:val="Table Grid"/>
    <w:basedOn w:val="Navadnatabela"/>
    <w:rsid w:val="00BD3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03358F"/>
    <w:rPr>
      <w:color w:val="0000FF"/>
      <w:u w:val="single"/>
    </w:rPr>
  </w:style>
  <w:style w:type="character" w:styleId="Pripombasklic">
    <w:name w:val="annotation reference"/>
    <w:rsid w:val="00FF69AA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F69AA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FF69AA"/>
  </w:style>
  <w:style w:type="paragraph" w:styleId="Zadevapripombe">
    <w:name w:val="annotation subject"/>
    <w:basedOn w:val="Pripombabesedilo"/>
    <w:next w:val="Pripombabesedilo"/>
    <w:link w:val="ZadevapripombeZnak"/>
    <w:rsid w:val="00FF69AA"/>
    <w:rPr>
      <w:b/>
      <w:bCs/>
    </w:rPr>
  </w:style>
  <w:style w:type="character" w:customStyle="1" w:styleId="ZadevapripombeZnak">
    <w:name w:val="Zadeva pripombe Znak"/>
    <w:link w:val="Zadevapripombe"/>
    <w:rsid w:val="00FF69AA"/>
    <w:rPr>
      <w:b/>
      <w:bCs/>
    </w:rPr>
  </w:style>
  <w:style w:type="paragraph" w:styleId="Sprotnaopomba-besedilo">
    <w:name w:val="footnote text"/>
    <w:basedOn w:val="Navaden"/>
    <w:link w:val="Sprotnaopomba-besediloZnak"/>
    <w:rsid w:val="00FF69AA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FF69AA"/>
  </w:style>
  <w:style w:type="character" w:styleId="Sprotnaopomba-sklic">
    <w:name w:val="footnote reference"/>
    <w:rsid w:val="00FF69AA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E21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kole1\My%20Documents\podloge\DopisniListObcinaMakoleSplo&#353;niCB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DopisniListObcinaMakoleSplošniCB</Template>
  <TotalTime>0</TotalTime>
  <Pages>6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     </vt:lpstr>
    </vt:vector>
  </TitlesOfParts>
  <Company>Almont</Company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Makole</dc:creator>
  <cp:keywords/>
  <dc:description/>
  <cp:lastModifiedBy>Igor Erker</cp:lastModifiedBy>
  <cp:revision>2</cp:revision>
  <cp:lastPrinted>2020-03-26T07:41:00Z</cp:lastPrinted>
  <dcterms:created xsi:type="dcterms:W3CDTF">2025-06-04T08:13:00Z</dcterms:created>
  <dcterms:modified xsi:type="dcterms:W3CDTF">2025-06-04T08:13:00Z</dcterms:modified>
</cp:coreProperties>
</file>